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2D4AE8">
      <w:pPr>
        <w:snapToGrid w:val="0"/>
        <w:spacing w:line="300" w:lineRule="auto"/>
        <w:rPr>
          <w:rFonts w:ascii="黑体" w:eastAsia="黑体" w:hAnsi="黑体" w:cs="黑体" w:hint="eastAsia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3</w:t>
      </w:r>
      <w:r>
        <w:rPr>
          <w:rFonts w:ascii="黑体" w:eastAsia="黑体" w:hAnsi="黑体" w:cs="黑体"/>
          <w:bCs/>
          <w:sz w:val="32"/>
          <w:szCs w:val="32"/>
        </w:rPr>
        <w:t>：</w:t>
      </w:r>
    </w:p>
    <w:p w:rsidR="00000000" w:rsidRDefault="002D4AE8">
      <w:pPr>
        <w:rPr>
          <w:rFonts w:ascii="Times New Roman" w:eastAsia="仿宋_GB2312" w:hAnsi="Times New Roman" w:cs="Times New Roman"/>
          <w:sz w:val="32"/>
        </w:rPr>
      </w:pPr>
    </w:p>
    <w:p w:rsidR="00000000" w:rsidRDefault="002D4AE8">
      <w:pPr>
        <w:jc w:val="center"/>
        <w:rPr>
          <w:rFonts w:ascii="Times New Roman" w:eastAsia="仿宋_GB2312" w:hAnsi="Times New Roman" w:cs="Times New Roman"/>
          <w:sz w:val="32"/>
        </w:rPr>
      </w:pPr>
    </w:p>
    <w:p w:rsidR="00000000" w:rsidRDefault="002D4AE8">
      <w:pPr>
        <w:jc w:val="center"/>
        <w:rPr>
          <w:rFonts w:ascii="Times New Roman" w:eastAsia="仿宋_GB2312" w:hAnsi="Times New Roman" w:cs="Times New Roman"/>
          <w:sz w:val="32"/>
        </w:rPr>
      </w:pPr>
    </w:p>
    <w:p w:rsidR="00000000" w:rsidRDefault="002D4AE8">
      <w:pPr>
        <w:jc w:val="center"/>
        <w:rPr>
          <w:rFonts w:ascii="Times New Roman" w:eastAsia="仿宋_GB2312" w:hAnsi="Times New Roman" w:cs="Times New Roman"/>
          <w:sz w:val="32"/>
        </w:rPr>
      </w:pPr>
    </w:p>
    <w:p w:rsidR="00000000" w:rsidRDefault="002D4AE8">
      <w:pPr>
        <w:jc w:val="center"/>
        <w:rPr>
          <w:rFonts w:ascii="Times New Roman" w:eastAsia="仿宋_GB2312" w:hAnsi="Times New Roman" w:cs="Times New Roman"/>
          <w:sz w:val="28"/>
          <w:szCs w:val="18"/>
        </w:rPr>
      </w:pPr>
    </w:p>
    <w:p w:rsidR="00000000" w:rsidRDefault="002D4AE8">
      <w:pPr>
        <w:jc w:val="center"/>
        <w:rPr>
          <w:rFonts w:ascii="方正小标宋简体" w:eastAsia="方正小标宋简体" w:hAnsi="Times New Roman" w:cs="Times New Roman" w:hint="eastAsia"/>
          <w:sz w:val="32"/>
        </w:rPr>
      </w:pPr>
    </w:p>
    <w:p w:rsidR="00000000" w:rsidRDefault="002D4AE8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  <w:t>哈尔滨理工大学</w:t>
      </w:r>
      <w:r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  <w:t>“十四五”规划教材</w:t>
      </w:r>
    </w:p>
    <w:p w:rsidR="00000000" w:rsidRDefault="002D4AE8">
      <w:pPr>
        <w:spacing w:line="640" w:lineRule="exact"/>
        <w:jc w:val="center"/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</w:pPr>
    </w:p>
    <w:p w:rsidR="00000000" w:rsidRDefault="002D4AE8">
      <w:pPr>
        <w:spacing w:line="640" w:lineRule="exact"/>
        <w:jc w:val="center"/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  <w:t>建设</w:t>
      </w:r>
      <w:r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  <w:t>申报书</w:t>
      </w:r>
    </w:p>
    <w:p w:rsidR="00000000" w:rsidRDefault="002D4AE8">
      <w:pPr>
        <w:rPr>
          <w:rFonts w:ascii="Times New Roman" w:eastAsia="仿宋_GB2312" w:hAnsi="Times New Roman" w:cs="Times New Roman" w:hint="eastAsia"/>
          <w:sz w:val="32"/>
        </w:rPr>
      </w:pPr>
    </w:p>
    <w:p w:rsidR="00000000" w:rsidRDefault="002D4AE8">
      <w:pPr>
        <w:spacing w:line="225" w:lineRule="atLeast"/>
        <w:rPr>
          <w:rFonts w:ascii="Times New Roman" w:eastAsia="仿宋_GB2312" w:hAnsi="Times New Roman" w:cs="Times New Roman"/>
          <w:sz w:val="32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6"/>
        <w:gridCol w:w="4039"/>
      </w:tblGrid>
      <w:tr w:rsidR="00000000">
        <w:trPr>
          <w:trHeight w:val="1029"/>
          <w:jc w:val="center"/>
        </w:trPr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Times New Roman" w:eastAsia="仿宋_GB2312" w:hAnsi="Times New Roman" w:cs="Times New Roman"/>
                <w:sz w:val="32"/>
              </w:rPr>
            </w:pPr>
            <w:r>
              <w:rPr>
                <w:rFonts w:ascii="黑体" w:eastAsia="黑体" w:hAnsi="黑体" w:cs="Times New Roman"/>
                <w:sz w:val="32"/>
              </w:rPr>
              <w:t>教材名称</w:t>
            </w:r>
          </w:p>
        </w:tc>
      </w:tr>
      <w:tr w:rsidR="00000000">
        <w:trPr>
          <w:trHeight w:val="1029"/>
          <w:jc w:val="center"/>
        </w:trPr>
        <w:tc>
          <w:tcPr>
            <w:tcW w:w="205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黑体" w:eastAsia="黑体" w:hAnsi="黑体" w:cs="Times New Roman"/>
                <w:sz w:val="32"/>
              </w:rPr>
            </w:pPr>
          </w:p>
          <w:p w:rsidR="00000000" w:rsidRDefault="002D4AE8">
            <w:pPr>
              <w:spacing w:line="225" w:lineRule="atLeast"/>
              <w:rPr>
                <w:rFonts w:ascii="黑体" w:eastAsia="黑体" w:hAnsi="黑体" w:cs="宋体"/>
                <w:sz w:val="32"/>
              </w:rPr>
            </w:pPr>
            <w:r>
              <w:rPr>
                <w:rFonts w:ascii="黑体" w:eastAsia="黑体" w:hAnsi="黑体" w:cs="Times New Roman"/>
                <w:sz w:val="32"/>
              </w:rPr>
              <w:t>对应</w:t>
            </w:r>
            <w:r>
              <w:rPr>
                <w:rFonts w:ascii="黑体" w:eastAsia="黑体" w:hAnsi="黑体" w:cs="宋体"/>
                <w:sz w:val="32"/>
              </w:rPr>
              <w:t>课程</w:t>
            </w:r>
          </w:p>
          <w:p w:rsidR="00000000" w:rsidRDefault="002D4AE8">
            <w:pPr>
              <w:spacing w:line="225" w:lineRule="atLeast"/>
              <w:rPr>
                <w:rFonts w:ascii="黑体" w:eastAsia="黑体" w:hAnsi="黑体" w:cs="宋体"/>
                <w:sz w:val="32"/>
              </w:rPr>
            </w:pPr>
            <w:r>
              <w:rPr>
                <w:rFonts w:ascii="黑体" w:eastAsia="黑体" w:hAnsi="黑体" w:cs="宋体"/>
                <w:sz w:val="32"/>
              </w:rPr>
              <w:t>名</w:t>
            </w:r>
            <w:r>
              <w:rPr>
                <w:rFonts w:ascii="黑体" w:eastAsia="黑体" w:hAnsi="黑体" w:cs="宋体" w:hint="eastAsia"/>
                <w:sz w:val="32"/>
              </w:rPr>
              <w:t xml:space="preserve"> </w:t>
            </w:r>
            <w:r>
              <w:rPr>
                <w:rFonts w:ascii="黑体" w:eastAsia="黑体" w:hAnsi="黑体" w:cs="宋体"/>
                <w:sz w:val="32"/>
              </w:rPr>
              <w:t xml:space="preserve">   </w:t>
            </w:r>
            <w:r>
              <w:rPr>
                <w:rFonts w:ascii="黑体" w:eastAsia="黑体" w:hAnsi="黑体" w:cs="宋体"/>
                <w:sz w:val="32"/>
              </w:rPr>
              <w:t>称</w:t>
            </w:r>
          </w:p>
          <w:p w:rsidR="00000000" w:rsidRDefault="002D4AE8">
            <w:pPr>
              <w:spacing w:line="225" w:lineRule="atLeast"/>
              <w:rPr>
                <w:rFonts w:ascii="黑体" w:eastAsia="黑体" w:hAnsi="黑体" w:cs="Times New Roman" w:hint="eastAsia"/>
                <w:sz w:val="32"/>
              </w:rPr>
            </w:pPr>
          </w:p>
          <w:p w:rsidR="00000000" w:rsidRDefault="002D4AE8">
            <w:pPr>
              <w:spacing w:line="225" w:lineRule="atLeast"/>
              <w:rPr>
                <w:rFonts w:ascii="黑体" w:eastAsia="黑体" w:hAnsi="黑体" w:cs="Times New Roman" w:hint="eastAsia"/>
                <w:sz w:val="32"/>
              </w:rPr>
            </w:pPr>
            <w:r>
              <w:rPr>
                <w:rFonts w:ascii="黑体" w:eastAsia="黑体" w:hAnsi="黑体" w:cs="Times New Roman"/>
                <w:sz w:val="32"/>
              </w:rPr>
              <w:t>申报单位</w:t>
            </w:r>
          </w:p>
          <w:p w:rsidR="00000000" w:rsidRDefault="002D4AE8">
            <w:pPr>
              <w:spacing w:line="225" w:lineRule="atLeast"/>
              <w:rPr>
                <w:rFonts w:ascii="黑体" w:eastAsia="黑体" w:hAnsi="黑体" w:cs="Times New Roman" w:hint="eastAsia"/>
                <w:sz w:val="32"/>
              </w:rPr>
            </w:pPr>
          </w:p>
          <w:p w:rsidR="00000000" w:rsidRDefault="002D4AE8">
            <w:pPr>
              <w:spacing w:line="225" w:lineRule="atLeast"/>
              <w:jc w:val="left"/>
              <w:rPr>
                <w:rFonts w:ascii="黑体" w:eastAsia="黑体" w:hAnsi="黑体" w:cs="Times New Roman"/>
                <w:sz w:val="32"/>
              </w:rPr>
            </w:pPr>
            <w:r>
              <w:rPr>
                <w:rFonts w:ascii="黑体" w:eastAsia="黑体" w:hAnsi="黑体" w:cs="Times New Roman"/>
                <w:sz w:val="32"/>
              </w:rPr>
              <w:t>主</w:t>
            </w:r>
            <w:r>
              <w:rPr>
                <w:rFonts w:ascii="黑体" w:eastAsia="黑体" w:hAnsi="黑体" w:cs="Times New Roman" w:hint="eastAsia"/>
                <w:sz w:val="32"/>
              </w:rPr>
              <w:t xml:space="preserve"> </w:t>
            </w:r>
            <w:r>
              <w:rPr>
                <w:rFonts w:ascii="黑体" w:eastAsia="黑体" w:hAnsi="黑体" w:cs="Times New Roman"/>
                <w:sz w:val="32"/>
              </w:rPr>
              <w:t xml:space="preserve">   </w:t>
            </w:r>
            <w:r>
              <w:rPr>
                <w:rFonts w:ascii="黑体" w:eastAsia="黑体" w:hAnsi="黑体" w:cs="Times New Roman"/>
                <w:sz w:val="32"/>
              </w:rPr>
              <w:t>编</w:t>
            </w:r>
          </w:p>
          <w:p w:rsidR="00000000" w:rsidRDefault="002D4AE8">
            <w:pPr>
              <w:spacing w:line="225" w:lineRule="atLeast"/>
              <w:rPr>
                <w:rFonts w:ascii="黑体" w:eastAsia="黑体" w:hAnsi="黑体" w:cs="Times New Roman" w:hint="eastAsia"/>
                <w:sz w:val="32"/>
              </w:rPr>
            </w:pPr>
          </w:p>
          <w:p w:rsidR="00000000" w:rsidRDefault="002D4AE8">
            <w:pPr>
              <w:spacing w:line="225" w:lineRule="atLeast"/>
              <w:rPr>
                <w:rFonts w:ascii="黑体" w:eastAsia="黑体" w:hAnsi="黑体" w:cs="Times New Roman"/>
                <w:sz w:val="32"/>
              </w:rPr>
            </w:pPr>
            <w:r>
              <w:rPr>
                <w:rFonts w:ascii="黑体" w:eastAsia="黑体" w:hAnsi="黑体" w:cs="Times New Roman"/>
                <w:sz w:val="32"/>
              </w:rPr>
              <w:t>填表日期</w:t>
            </w:r>
          </w:p>
        </w:tc>
        <w:tc>
          <w:tcPr>
            <w:tcW w:w="4039" w:type="dxa"/>
            <w:tcBorders>
              <w:left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Times New Roman" w:eastAsia="仿宋_GB2312" w:hAnsi="Times New Roman" w:cs="Times New Roman"/>
                <w:sz w:val="32"/>
              </w:rPr>
            </w:pPr>
          </w:p>
        </w:tc>
      </w:tr>
      <w:tr w:rsidR="00000000">
        <w:trPr>
          <w:trHeight w:val="1029"/>
          <w:jc w:val="center"/>
        </w:trPr>
        <w:tc>
          <w:tcPr>
            <w:tcW w:w="2056" w:type="dxa"/>
            <w:vMerge/>
            <w:tcBorders>
              <w:left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黑体" w:eastAsia="黑体" w:hAnsi="黑体" w:cs="Times New Roman"/>
                <w:sz w:val="32"/>
              </w:rPr>
            </w:pPr>
          </w:p>
        </w:tc>
        <w:tc>
          <w:tcPr>
            <w:tcW w:w="4039" w:type="dxa"/>
            <w:tcBorders>
              <w:left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Times New Roman" w:eastAsia="仿宋_GB2312" w:hAnsi="Times New Roman" w:cs="Times New Roman"/>
                <w:sz w:val="32"/>
              </w:rPr>
            </w:pPr>
          </w:p>
        </w:tc>
      </w:tr>
      <w:tr w:rsidR="00000000">
        <w:trPr>
          <w:trHeight w:val="1029"/>
          <w:jc w:val="center"/>
        </w:trPr>
        <w:tc>
          <w:tcPr>
            <w:tcW w:w="2056" w:type="dxa"/>
            <w:vMerge/>
            <w:tcBorders>
              <w:left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黑体" w:eastAsia="黑体" w:hAnsi="黑体" w:cs="Times New Roman"/>
                <w:sz w:val="32"/>
              </w:rPr>
            </w:pPr>
          </w:p>
        </w:tc>
        <w:tc>
          <w:tcPr>
            <w:tcW w:w="4039" w:type="dxa"/>
            <w:tcBorders>
              <w:left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Times New Roman" w:eastAsia="仿宋_GB2312" w:hAnsi="Times New Roman" w:cs="Times New Roman" w:hint="eastAsia"/>
                <w:sz w:val="32"/>
              </w:rPr>
            </w:pPr>
          </w:p>
        </w:tc>
      </w:tr>
      <w:tr w:rsidR="00000000">
        <w:trPr>
          <w:trHeight w:val="1029"/>
          <w:jc w:val="center"/>
        </w:trPr>
        <w:tc>
          <w:tcPr>
            <w:tcW w:w="2056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黑体" w:eastAsia="黑体" w:hAnsi="黑体" w:cs="Times New Roman"/>
                <w:sz w:val="32"/>
              </w:rPr>
            </w:pPr>
          </w:p>
        </w:tc>
        <w:tc>
          <w:tcPr>
            <w:tcW w:w="4039" w:type="dxa"/>
            <w:tcBorders>
              <w:left w:val="nil"/>
              <w:right w:val="nil"/>
            </w:tcBorders>
            <w:vAlign w:val="bottom"/>
          </w:tcPr>
          <w:p w:rsidR="00000000" w:rsidRDefault="002D4AE8">
            <w:pPr>
              <w:spacing w:line="225" w:lineRule="atLeast"/>
              <w:rPr>
                <w:rFonts w:ascii="Times New Roman" w:eastAsia="仿宋_GB2312" w:hAnsi="Times New Roman" w:cs="Times New Roman"/>
                <w:sz w:val="32"/>
              </w:rPr>
            </w:pPr>
          </w:p>
        </w:tc>
      </w:tr>
    </w:tbl>
    <w:p w:rsidR="00000000" w:rsidRDefault="002D4AE8">
      <w:pPr>
        <w:spacing w:line="225" w:lineRule="atLeast"/>
        <w:rPr>
          <w:rFonts w:ascii="Times New Roman" w:eastAsia="仿宋_GB2312" w:hAnsi="Times New Roman" w:cs="Times New Roman" w:hint="eastAsia"/>
          <w:sz w:val="32"/>
        </w:rPr>
      </w:pPr>
    </w:p>
    <w:p w:rsidR="00000000" w:rsidRDefault="002D4AE8">
      <w:pPr>
        <w:spacing w:line="400" w:lineRule="exact"/>
        <w:rPr>
          <w:rFonts w:ascii="Times New Roman" w:eastAsia="仿宋_GB2312" w:hAnsi="Times New Roman" w:cs="Times New Roman"/>
          <w:sz w:val="32"/>
        </w:rPr>
      </w:pPr>
    </w:p>
    <w:p w:rsidR="00000000" w:rsidRDefault="002D4AE8">
      <w:pPr>
        <w:snapToGrid w:val="0"/>
        <w:spacing w:line="400" w:lineRule="exact"/>
        <w:jc w:val="center"/>
        <w:rPr>
          <w:rFonts w:ascii="黑体" w:eastAsia="黑体" w:hAnsi="黑体" w:cs="Times New Roman"/>
          <w:sz w:val="28"/>
          <w:szCs w:val="28"/>
        </w:rPr>
      </w:pPr>
    </w:p>
    <w:p w:rsidR="00000000" w:rsidRDefault="002D4AE8">
      <w:pPr>
        <w:snapToGrid w:val="0"/>
        <w:spacing w:line="400" w:lineRule="exact"/>
        <w:jc w:val="center"/>
        <w:rPr>
          <w:rFonts w:ascii="黑体" w:eastAsia="黑体" w:hAnsi="黑体" w:cs="Times New Roman"/>
          <w:sz w:val="28"/>
          <w:szCs w:val="28"/>
        </w:rPr>
      </w:pPr>
    </w:p>
    <w:p w:rsidR="00000000" w:rsidRDefault="002D4AE8">
      <w:pPr>
        <w:snapToGrid w:val="0"/>
        <w:spacing w:line="400" w:lineRule="exact"/>
        <w:jc w:val="center"/>
        <w:rPr>
          <w:rFonts w:ascii="黑体" w:eastAsia="黑体" w:hAnsi="黑体" w:cs="Times New Roman" w:hint="eastAsia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教</w:t>
      </w:r>
      <w:r>
        <w:rPr>
          <w:rFonts w:ascii="黑体" w:eastAsia="黑体" w:hAnsi="黑体" w:cs="Times New Roman" w:hint="eastAsia"/>
          <w:sz w:val="28"/>
          <w:szCs w:val="28"/>
        </w:rPr>
        <w:t xml:space="preserve"> </w:t>
      </w:r>
      <w:r>
        <w:rPr>
          <w:rFonts w:ascii="黑体" w:eastAsia="黑体" w:hAnsi="黑体" w:cs="Times New Roman"/>
          <w:sz w:val="28"/>
          <w:szCs w:val="28"/>
        </w:rPr>
        <w:t>务</w:t>
      </w:r>
      <w:r>
        <w:rPr>
          <w:rFonts w:ascii="黑体" w:eastAsia="黑体" w:hAnsi="黑体" w:cs="Times New Roman" w:hint="eastAsia"/>
          <w:sz w:val="28"/>
          <w:szCs w:val="28"/>
        </w:rPr>
        <w:t xml:space="preserve"> </w:t>
      </w:r>
      <w:r>
        <w:rPr>
          <w:rFonts w:ascii="黑体" w:eastAsia="黑体" w:hAnsi="黑体" w:cs="Times New Roman"/>
          <w:sz w:val="28"/>
          <w:szCs w:val="28"/>
        </w:rPr>
        <w:t>处</w:t>
      </w:r>
    </w:p>
    <w:p w:rsidR="00000000" w:rsidRDefault="002D4AE8">
      <w:pPr>
        <w:snapToGrid w:val="0"/>
        <w:spacing w:line="400" w:lineRule="exact"/>
        <w:jc w:val="center"/>
        <w:outlineLvl w:val="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202</w:t>
      </w:r>
      <w:r>
        <w:rPr>
          <w:rFonts w:ascii="黑体" w:eastAsia="黑体" w:hAnsi="黑体" w:cs="Times New Roman" w:hint="eastAsia"/>
          <w:sz w:val="28"/>
          <w:szCs w:val="28"/>
        </w:rPr>
        <w:t>3</w:t>
      </w:r>
      <w:r>
        <w:rPr>
          <w:rFonts w:ascii="黑体" w:eastAsia="黑体" w:hAnsi="黑体" w:cs="Times New Roman"/>
          <w:sz w:val="28"/>
          <w:szCs w:val="28"/>
        </w:rPr>
        <w:t>年</w:t>
      </w:r>
      <w:r>
        <w:rPr>
          <w:rFonts w:ascii="黑体" w:eastAsia="黑体" w:hAnsi="黑体" w:cs="Times New Roman" w:hint="eastAsia"/>
          <w:sz w:val="28"/>
          <w:szCs w:val="28"/>
        </w:rPr>
        <w:t>11</w:t>
      </w:r>
      <w:r>
        <w:rPr>
          <w:rFonts w:ascii="黑体" w:eastAsia="黑体" w:hAnsi="黑体" w:cs="Times New Roman"/>
          <w:sz w:val="28"/>
          <w:szCs w:val="28"/>
        </w:rPr>
        <w:t>月编制</w:t>
      </w:r>
    </w:p>
    <w:p w:rsidR="00000000" w:rsidRDefault="002D4AE8">
      <w:pPr>
        <w:spacing w:line="225" w:lineRule="atLeast"/>
        <w:jc w:val="center"/>
        <w:rPr>
          <w:rFonts w:ascii="Times New Roman" w:eastAsia="仿宋_GB2312" w:hAnsi="Times New Roman" w:cs="Times New Roman"/>
          <w:sz w:val="36"/>
          <w:szCs w:val="36"/>
        </w:rPr>
      </w:pPr>
    </w:p>
    <w:p w:rsidR="00000000" w:rsidRDefault="002D4AE8">
      <w:pPr>
        <w:spacing w:line="225" w:lineRule="atLeast"/>
        <w:jc w:val="center"/>
        <w:outlineLvl w:val="0"/>
        <w:rPr>
          <w:rFonts w:ascii="黑体" w:eastAsia="黑体" w:hAnsi="黑体" w:cs="黑体" w:hint="eastAsia"/>
          <w:b/>
          <w:bCs/>
          <w:sz w:val="36"/>
          <w:szCs w:val="36"/>
        </w:rPr>
      </w:pPr>
    </w:p>
    <w:p w:rsidR="00000000" w:rsidRDefault="002D4AE8">
      <w:pPr>
        <w:spacing w:line="225" w:lineRule="atLeast"/>
        <w:jc w:val="center"/>
        <w:outlineLvl w:val="0"/>
        <w:rPr>
          <w:rFonts w:ascii="黑体" w:eastAsia="黑体" w:hAnsi="黑体" w:cs="黑体" w:hint="eastAsia"/>
          <w:b/>
          <w:bCs/>
          <w:sz w:val="36"/>
          <w:szCs w:val="36"/>
        </w:rPr>
      </w:pPr>
    </w:p>
    <w:p w:rsidR="00000000" w:rsidRDefault="002D4AE8">
      <w:pPr>
        <w:spacing w:line="225" w:lineRule="atLeast"/>
        <w:jc w:val="center"/>
        <w:outlineLvl w:val="0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填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表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说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明</w:t>
      </w:r>
    </w:p>
    <w:p w:rsidR="00000000" w:rsidRDefault="002D4AE8">
      <w:pPr>
        <w:spacing w:line="225" w:lineRule="atLeast"/>
        <w:rPr>
          <w:rFonts w:ascii="Times New Roman" w:eastAsia="仿宋_GB2312" w:hAnsi="Times New Roman" w:cs="Times New Roman"/>
        </w:rPr>
      </w:pPr>
    </w:p>
    <w:p w:rsidR="00000000" w:rsidRDefault="002D4AE8">
      <w:pPr>
        <w:spacing w:line="360" w:lineRule="auto"/>
        <w:rPr>
          <w:rFonts w:ascii="Times New Roman" w:eastAsia="仿宋_GB2312" w:hAnsi="Times New Roman" w:cs="Times New Roman"/>
        </w:rPr>
      </w:pPr>
    </w:p>
    <w:p w:rsidR="00000000" w:rsidRDefault="002D4AE8">
      <w:pPr>
        <w:snapToGrid w:val="0"/>
        <w:spacing w:line="800" w:lineRule="exact"/>
        <w:rPr>
          <w:rFonts w:ascii="仿宋" w:eastAsia="仿宋" w:hAnsi="仿宋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 xml:space="preserve">  </w:t>
      </w:r>
      <w:r>
        <w:rPr>
          <w:rFonts w:ascii="仿宋" w:eastAsia="仿宋" w:hAnsi="仿宋" w:cs="Times New Roman"/>
          <w:sz w:val="28"/>
        </w:rPr>
        <w:t xml:space="preserve">  </w:t>
      </w:r>
      <w:r>
        <w:rPr>
          <w:rFonts w:ascii="仿宋" w:eastAsia="仿宋" w:hAnsi="仿宋" w:cs="Times New Roman" w:hint="eastAsia"/>
          <w:sz w:val="28"/>
        </w:rPr>
        <w:t>1</w:t>
      </w:r>
      <w:r>
        <w:rPr>
          <w:rFonts w:ascii="仿宋" w:eastAsia="仿宋" w:hAnsi="仿宋" w:cs="Times New Roman"/>
          <w:sz w:val="28"/>
        </w:rPr>
        <w:t>.</w:t>
      </w:r>
      <w:r>
        <w:rPr>
          <w:rFonts w:ascii="仿宋" w:eastAsia="仿宋" w:hAnsi="仿宋" w:cs="Times New Roman"/>
          <w:sz w:val="28"/>
        </w:rPr>
        <w:t>《申报书》封面编号无需填写。</w:t>
      </w:r>
    </w:p>
    <w:p w:rsidR="00000000" w:rsidRDefault="002D4AE8">
      <w:pPr>
        <w:snapToGrid w:val="0"/>
        <w:spacing w:line="800" w:lineRule="exact"/>
        <w:ind w:firstLineChars="200" w:firstLine="560"/>
        <w:rPr>
          <w:rFonts w:ascii="仿宋" w:eastAsia="仿宋" w:hAnsi="仿宋" w:cs="Times New Roman"/>
          <w:sz w:val="28"/>
        </w:rPr>
      </w:pPr>
      <w:r>
        <w:rPr>
          <w:rFonts w:ascii="仿宋" w:eastAsia="仿宋" w:hAnsi="仿宋" w:cs="Times New Roman" w:hint="eastAsia"/>
          <w:sz w:val="28"/>
        </w:rPr>
        <w:t>2</w:t>
      </w:r>
      <w:r>
        <w:rPr>
          <w:rFonts w:ascii="仿宋" w:eastAsia="仿宋" w:hAnsi="仿宋" w:cs="Times New Roman"/>
          <w:sz w:val="28"/>
        </w:rPr>
        <w:t>.</w:t>
      </w:r>
      <w:r>
        <w:rPr>
          <w:rFonts w:ascii="仿宋" w:eastAsia="仿宋" w:hAnsi="仿宋" w:cs="Times New Roman"/>
          <w:sz w:val="28"/>
        </w:rPr>
        <w:t>《申报书》必须按有关要求如实填写，文字应明确严谨。</w:t>
      </w:r>
    </w:p>
    <w:p w:rsidR="00000000" w:rsidRDefault="002D4AE8">
      <w:pPr>
        <w:snapToGrid w:val="0"/>
        <w:spacing w:line="800" w:lineRule="exact"/>
        <w:ind w:firstLineChars="200" w:firstLine="560"/>
        <w:rPr>
          <w:rFonts w:ascii="仿宋" w:eastAsia="仿宋" w:hAnsi="仿宋" w:cs="Times New Roman"/>
          <w:sz w:val="28"/>
        </w:rPr>
      </w:pPr>
      <w:r>
        <w:rPr>
          <w:rFonts w:ascii="仿宋" w:eastAsia="仿宋" w:hAnsi="仿宋" w:cs="Times New Roman" w:hint="eastAsia"/>
          <w:sz w:val="28"/>
        </w:rPr>
        <w:t>3</w:t>
      </w:r>
      <w:r>
        <w:rPr>
          <w:rFonts w:ascii="仿宋" w:eastAsia="仿宋" w:hAnsi="仿宋" w:cs="Times New Roman"/>
          <w:sz w:val="28"/>
        </w:rPr>
        <w:t>.</w:t>
      </w:r>
      <w:r>
        <w:rPr>
          <w:rFonts w:ascii="仿宋" w:eastAsia="仿宋" w:hAnsi="仿宋" w:cs="Times New Roman"/>
          <w:sz w:val="28"/>
        </w:rPr>
        <w:t>《申报书》要如实、准确反映团队基本情况</w:t>
      </w:r>
    </w:p>
    <w:p w:rsidR="00000000" w:rsidRDefault="002D4AE8">
      <w:pPr>
        <w:snapToGrid w:val="0"/>
        <w:spacing w:line="800" w:lineRule="exact"/>
        <w:ind w:firstLineChars="200" w:firstLine="560"/>
        <w:rPr>
          <w:rFonts w:ascii="仿宋" w:eastAsia="仿宋" w:hAnsi="仿宋" w:cs="Times New Roman"/>
          <w:sz w:val="28"/>
        </w:rPr>
      </w:pPr>
      <w:r>
        <w:rPr>
          <w:rFonts w:ascii="仿宋" w:eastAsia="仿宋" w:hAnsi="仿宋" w:cs="Times New Roman" w:hint="eastAsia"/>
          <w:sz w:val="28"/>
        </w:rPr>
        <w:t>4</w:t>
      </w:r>
      <w:r>
        <w:rPr>
          <w:rFonts w:ascii="仿宋" w:eastAsia="仿宋" w:hAnsi="仿宋" w:cs="Times New Roman"/>
          <w:sz w:val="28"/>
        </w:rPr>
        <w:t>.</w:t>
      </w:r>
      <w:r>
        <w:rPr>
          <w:rFonts w:ascii="仿宋" w:eastAsia="仿宋" w:hAnsi="仿宋" w:cs="Times New Roman"/>
          <w:sz w:val="28"/>
        </w:rPr>
        <w:t>申报人为所申报教材的主编，编写团队成员包括副主编等核心成员。</w:t>
      </w:r>
    </w:p>
    <w:p w:rsidR="00000000" w:rsidRDefault="002D4AE8">
      <w:pPr>
        <w:snapToGrid w:val="0"/>
        <w:spacing w:line="800" w:lineRule="exact"/>
        <w:ind w:firstLineChars="200" w:firstLine="560"/>
        <w:rPr>
          <w:rFonts w:ascii="仿宋" w:eastAsia="仿宋" w:hAnsi="仿宋" w:cs="Times New Roman"/>
          <w:sz w:val="28"/>
        </w:rPr>
      </w:pPr>
      <w:r>
        <w:rPr>
          <w:rFonts w:ascii="仿宋" w:eastAsia="仿宋" w:hAnsi="仿宋" w:cs="Times New Roman" w:hint="eastAsia"/>
          <w:sz w:val="28"/>
        </w:rPr>
        <w:t>5</w:t>
      </w:r>
      <w:r>
        <w:rPr>
          <w:rFonts w:ascii="仿宋" w:eastAsia="仿宋" w:hAnsi="仿宋" w:cs="Times New Roman"/>
          <w:sz w:val="28"/>
        </w:rPr>
        <w:t>.</w:t>
      </w:r>
      <w:r>
        <w:rPr>
          <w:rFonts w:ascii="仿宋" w:eastAsia="仿宋" w:hAnsi="仿宋" w:cs="Times New Roman"/>
          <w:sz w:val="28"/>
        </w:rPr>
        <w:t>本表各栏除特别规定外，均可以自行加行、加页。</w:t>
      </w:r>
    </w:p>
    <w:p w:rsidR="00000000" w:rsidRDefault="002D4AE8">
      <w:pPr>
        <w:snapToGrid w:val="0"/>
        <w:spacing w:line="800" w:lineRule="exact"/>
        <w:ind w:firstLineChars="200" w:firstLine="560"/>
        <w:rPr>
          <w:rFonts w:ascii="Times New Roman" w:eastAsia="仿宋_GB2312" w:hAnsi="Times New Roman" w:cs="Times New Roman"/>
          <w:sz w:val="32"/>
        </w:rPr>
      </w:pPr>
      <w:r>
        <w:rPr>
          <w:rFonts w:ascii="仿宋" w:eastAsia="仿宋" w:hAnsi="仿宋" w:cs="Times New Roman" w:hint="eastAsia"/>
          <w:sz w:val="28"/>
        </w:rPr>
        <w:t>6</w:t>
      </w:r>
      <w:r>
        <w:rPr>
          <w:rFonts w:ascii="仿宋" w:eastAsia="仿宋" w:hAnsi="仿宋" w:cs="Times New Roman"/>
          <w:sz w:val="28"/>
        </w:rPr>
        <w:t>.</w:t>
      </w:r>
      <w:r>
        <w:rPr>
          <w:rFonts w:ascii="仿宋" w:eastAsia="仿宋" w:hAnsi="仿宋" w:cs="Times New Roman"/>
          <w:sz w:val="28"/>
        </w:rPr>
        <w:t>《申报书</w:t>
      </w:r>
      <w:r>
        <w:rPr>
          <w:rFonts w:ascii="仿宋" w:eastAsia="仿宋" w:hAnsi="仿宋" w:cs="Times New Roman"/>
          <w:sz w:val="28"/>
        </w:rPr>
        <w:t>》用</w:t>
      </w:r>
      <w:r>
        <w:rPr>
          <w:rFonts w:ascii="仿宋" w:eastAsia="仿宋" w:hAnsi="仿宋" w:cs="Times New Roman"/>
          <w:sz w:val="28"/>
        </w:rPr>
        <w:t>A4</w:t>
      </w:r>
      <w:r>
        <w:rPr>
          <w:rFonts w:ascii="仿宋" w:eastAsia="仿宋" w:hAnsi="仿宋" w:cs="Times New Roman"/>
          <w:sz w:val="28"/>
        </w:rPr>
        <w:t>纸</w:t>
      </w:r>
      <w:r>
        <w:rPr>
          <w:rFonts w:ascii="仿宋" w:eastAsia="仿宋" w:hAnsi="仿宋" w:cs="宋体" w:hint="eastAsia"/>
          <w:sz w:val="28"/>
        </w:rPr>
        <w:t>双面</w:t>
      </w:r>
      <w:r>
        <w:rPr>
          <w:rFonts w:ascii="仿宋" w:eastAsia="仿宋" w:hAnsi="仿宋" w:cs="Times New Roman"/>
          <w:sz w:val="28"/>
        </w:rPr>
        <w:t>打印并签字、盖章，统一左侧装订。</w:t>
      </w:r>
    </w:p>
    <w:p w:rsidR="00000000" w:rsidRDefault="002D4AE8">
      <w:pPr>
        <w:spacing w:line="360" w:lineRule="auto"/>
        <w:jc w:val="center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br w:type="page"/>
      </w:r>
    </w:p>
    <w:p w:rsidR="00000000" w:rsidRDefault="002D4AE8">
      <w:pPr>
        <w:spacing w:line="620" w:lineRule="exact"/>
        <w:jc w:val="center"/>
        <w:outlineLvl w:val="0"/>
        <w:rPr>
          <w:rFonts w:ascii="黑体" w:eastAsia="黑体" w:hAnsi="黑体" w:cs="黑体" w:hint="eastAsia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申报人承诺</w:t>
      </w:r>
    </w:p>
    <w:p w:rsidR="00000000" w:rsidRDefault="002D4AE8">
      <w:pPr>
        <w:spacing w:line="62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</w:p>
    <w:p w:rsidR="00000000" w:rsidRDefault="002D4AE8">
      <w:pPr>
        <w:spacing w:line="6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本人承诺对《申报书》所填各项内容的真实性和有效性负责，保证没有知识产权争议，并且已经征得申报单位、合作单位以及编写团队核心成员的同意。若填报失实或违反有关规定，申报人承担全部责任。</w:t>
      </w:r>
    </w:p>
    <w:p w:rsidR="00000000" w:rsidRDefault="002D4AE8">
      <w:pPr>
        <w:spacing w:line="6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如</w:t>
      </w:r>
      <w:r>
        <w:rPr>
          <w:rFonts w:ascii="仿宋" w:eastAsia="仿宋" w:hAnsi="仿宋" w:cs="Times New Roman" w:hint="eastAsia"/>
          <w:sz w:val="32"/>
          <w:szCs w:val="32"/>
        </w:rPr>
        <w:t>立项</w:t>
      </w:r>
      <w:r>
        <w:rPr>
          <w:rFonts w:ascii="仿宋" w:eastAsia="仿宋" w:hAnsi="仿宋" w:cs="Times New Roman"/>
          <w:sz w:val="32"/>
          <w:szCs w:val="32"/>
        </w:rPr>
        <w:t>，本人承诺以本《申报书》为有约束力的协议，遵循学术规范，恪守诚信，扎实开展教材编写工作，取得预期成果。</w:t>
      </w:r>
    </w:p>
    <w:p w:rsidR="00000000" w:rsidRDefault="002D4AE8">
      <w:pPr>
        <w:spacing w:line="6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000000" w:rsidRDefault="002D4AE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000000" w:rsidRDefault="002D4AE8">
      <w:pPr>
        <w:spacing w:line="620" w:lineRule="exact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 xml:space="preserve">            </w:t>
      </w:r>
    </w:p>
    <w:p w:rsidR="00000000" w:rsidRDefault="002D4AE8">
      <w:pPr>
        <w:spacing w:line="620" w:lineRule="exact"/>
        <w:jc w:val="center"/>
        <w:rPr>
          <w:rFonts w:ascii="仿宋" w:eastAsia="仿宋" w:hAnsi="仿宋" w:cs="Times New Roman"/>
          <w:sz w:val="32"/>
          <w:szCs w:val="32"/>
        </w:rPr>
      </w:pPr>
    </w:p>
    <w:p w:rsidR="00000000" w:rsidRDefault="002D4AE8">
      <w:pPr>
        <w:spacing w:line="620" w:lineRule="exact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 xml:space="preserve">         </w:t>
      </w:r>
    </w:p>
    <w:p w:rsidR="00000000" w:rsidRDefault="002D4AE8">
      <w:pPr>
        <w:spacing w:line="620" w:lineRule="exact"/>
        <w:jc w:val="center"/>
        <w:outlineLvl w:val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 xml:space="preserve">                  </w:t>
      </w:r>
      <w:r>
        <w:rPr>
          <w:rFonts w:ascii="仿宋" w:eastAsia="仿宋" w:hAnsi="仿宋" w:cs="Times New Roman"/>
          <w:sz w:val="32"/>
          <w:szCs w:val="32"/>
        </w:rPr>
        <w:t>申报人</w:t>
      </w:r>
      <w:r>
        <w:rPr>
          <w:rFonts w:ascii="仿宋" w:eastAsia="仿宋" w:hAnsi="仿宋" w:cs="Times New Roman" w:hint="eastAsia"/>
          <w:sz w:val="32"/>
          <w:szCs w:val="32"/>
        </w:rPr>
        <w:t>签字</w:t>
      </w:r>
      <w:r>
        <w:rPr>
          <w:rFonts w:ascii="仿宋" w:eastAsia="仿宋" w:hAnsi="仿宋" w:cs="Times New Roman"/>
          <w:sz w:val="32"/>
          <w:szCs w:val="32"/>
        </w:rPr>
        <w:t>：</w:t>
      </w:r>
    </w:p>
    <w:p w:rsidR="00000000" w:rsidRDefault="002D4AE8">
      <w:pPr>
        <w:spacing w:line="360" w:lineRule="auto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 xml:space="preserve">                      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</w:p>
    <w:p w:rsidR="00000000" w:rsidRDefault="002D4AE8">
      <w:pPr>
        <w:spacing w:line="360" w:lineRule="auto"/>
        <w:jc w:val="center"/>
        <w:rPr>
          <w:rFonts w:ascii="仿宋" w:eastAsia="仿宋" w:hAnsi="仿宋" w:cs="Times New Roman"/>
          <w:sz w:val="32"/>
          <w:szCs w:val="32"/>
        </w:rPr>
      </w:pPr>
    </w:p>
    <w:p w:rsidR="00000000" w:rsidRDefault="002D4AE8">
      <w:pPr>
        <w:spacing w:line="360" w:lineRule="auto"/>
        <w:jc w:val="center"/>
        <w:rPr>
          <w:rFonts w:ascii="仿宋" w:eastAsia="仿宋" w:hAnsi="仿宋" w:cs="Times New Roman"/>
          <w:sz w:val="32"/>
          <w:szCs w:val="32"/>
        </w:rPr>
      </w:pPr>
    </w:p>
    <w:p w:rsidR="00000000" w:rsidRDefault="002D4AE8">
      <w:pPr>
        <w:spacing w:line="360" w:lineRule="auto"/>
        <w:jc w:val="center"/>
        <w:rPr>
          <w:rFonts w:ascii="Times New Roman" w:eastAsia="仿宋_GB2312" w:hAnsi="Times New Roman" w:cs="Times New Roman"/>
          <w:sz w:val="32"/>
        </w:rPr>
      </w:pPr>
    </w:p>
    <w:p w:rsidR="00000000" w:rsidRDefault="002D4AE8">
      <w:pPr>
        <w:spacing w:line="360" w:lineRule="auto"/>
        <w:rPr>
          <w:rFonts w:ascii="Times New Roman" w:eastAsia="仿宋_GB2312" w:hAnsi="Times New Roman" w:cs="Times New Roman"/>
          <w:sz w:val="32"/>
        </w:rPr>
      </w:pPr>
    </w:p>
    <w:p w:rsidR="00000000" w:rsidRDefault="002D4AE8">
      <w:pPr>
        <w:spacing w:line="360" w:lineRule="auto"/>
        <w:rPr>
          <w:rFonts w:ascii="黑体" w:eastAsia="黑体" w:hAnsi="黑体" w:cs="黑体" w:hint="eastAsia"/>
          <w:b/>
          <w:bCs/>
        </w:rPr>
      </w:pPr>
      <w:r>
        <w:rPr>
          <w:rFonts w:ascii="Times New Roman" w:eastAsia="仿宋_GB2312" w:hAnsi="Times New Roman" w:cs="Times New Roman"/>
          <w:sz w:val="32"/>
        </w:rPr>
        <w:br w:type="page"/>
      </w:r>
      <w:r>
        <w:rPr>
          <w:rFonts w:ascii="黑体" w:eastAsia="黑体" w:hAnsi="黑体" w:cs="黑体" w:hint="eastAsia"/>
          <w:sz w:val="32"/>
        </w:rPr>
        <w:lastRenderedPageBreak/>
        <w:t>一、基本信息</w:t>
      </w:r>
    </w:p>
    <w:tbl>
      <w:tblPr>
        <w:tblW w:w="9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4"/>
        <w:gridCol w:w="555"/>
        <w:gridCol w:w="714"/>
        <w:gridCol w:w="134"/>
        <w:gridCol w:w="690"/>
        <w:gridCol w:w="161"/>
        <w:gridCol w:w="771"/>
        <w:gridCol w:w="136"/>
        <w:gridCol w:w="516"/>
        <w:gridCol w:w="53"/>
        <w:gridCol w:w="1032"/>
        <w:gridCol w:w="1173"/>
        <w:gridCol w:w="264"/>
        <w:gridCol w:w="931"/>
        <w:gridCol w:w="1515"/>
      </w:tblGrid>
      <w:tr w:rsidR="00000000">
        <w:trPr>
          <w:trHeight w:val="454"/>
        </w:trPr>
        <w:tc>
          <w:tcPr>
            <w:tcW w:w="9744" w:type="dxa"/>
            <w:gridSpan w:val="16"/>
            <w:vAlign w:val="center"/>
          </w:tcPr>
          <w:p w:rsidR="00000000" w:rsidRDefault="002D4AE8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.1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申报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建设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教材基本情况</w:t>
            </w:r>
          </w:p>
        </w:tc>
      </w:tr>
      <w:tr w:rsidR="00000000">
        <w:trPr>
          <w:trHeight w:val="454"/>
        </w:trPr>
        <w:tc>
          <w:tcPr>
            <w:tcW w:w="2368" w:type="dxa"/>
            <w:gridSpan w:val="4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/>
                <w:b/>
                <w:bCs/>
                <w:szCs w:val="21"/>
              </w:rPr>
              <w:t>教材名称</w:t>
            </w:r>
          </w:p>
        </w:tc>
        <w:tc>
          <w:tcPr>
            <w:tcW w:w="2461" w:type="dxa"/>
            <w:gridSpan w:val="7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</w:p>
        </w:tc>
        <w:tc>
          <w:tcPr>
            <w:tcW w:w="2469" w:type="dxa"/>
            <w:gridSpan w:val="3"/>
            <w:vAlign w:val="center"/>
          </w:tcPr>
          <w:p w:rsidR="00000000" w:rsidRDefault="002D4AE8">
            <w:pPr>
              <w:rPr>
                <w:rFonts w:ascii="仿宋" w:eastAsia="仿宋" w:hAnsi="仿宋" w:cs="Times New Roman" w:hint="eastAsia"/>
                <w:b/>
                <w:bCs/>
                <w:szCs w:val="21"/>
              </w:rPr>
            </w:pPr>
            <w:r>
              <w:rPr>
                <w:rFonts w:ascii="仿宋" w:eastAsia="仿宋" w:hAnsi="仿宋" w:cs="Times New Roman"/>
                <w:b/>
                <w:bCs/>
                <w:szCs w:val="21"/>
              </w:rPr>
              <w:t>对应</w:t>
            </w:r>
            <w:r>
              <w:rPr>
                <w:rFonts w:ascii="仿宋" w:eastAsia="仿宋" w:hAnsi="仿宋" w:cs="宋体"/>
                <w:b/>
                <w:bCs/>
                <w:szCs w:val="21"/>
              </w:rPr>
              <w:t>培养方案课程名称</w:t>
            </w:r>
          </w:p>
        </w:tc>
        <w:tc>
          <w:tcPr>
            <w:tcW w:w="2446" w:type="dxa"/>
            <w:gridSpan w:val="2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2368" w:type="dxa"/>
            <w:gridSpan w:val="4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适用</w:t>
            </w:r>
            <w:r>
              <w:rPr>
                <w:rFonts w:ascii="仿宋" w:eastAsia="仿宋" w:hAnsi="仿宋" w:cs="宋体"/>
                <w:b/>
                <w:bCs/>
                <w:szCs w:val="21"/>
              </w:rPr>
              <w:t>专业（可填写多个专业）</w:t>
            </w:r>
          </w:p>
        </w:tc>
        <w:tc>
          <w:tcPr>
            <w:tcW w:w="2461" w:type="dxa"/>
            <w:gridSpan w:val="7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Cs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/>
                <w:b/>
                <w:bCs/>
                <w:szCs w:val="21"/>
              </w:rPr>
              <w:t>教材</w:t>
            </w:r>
            <w:r>
              <w:rPr>
                <w:rFonts w:ascii="仿宋" w:eastAsia="仿宋" w:hAnsi="仿宋" w:cs="宋体"/>
                <w:b/>
                <w:bCs/>
                <w:szCs w:val="21"/>
              </w:rPr>
              <w:t>形式</w:t>
            </w:r>
          </w:p>
        </w:tc>
        <w:tc>
          <w:tcPr>
            <w:tcW w:w="2710" w:type="dxa"/>
            <w:gridSpan w:val="3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Cs/>
                <w:szCs w:val="21"/>
              </w:rPr>
              <w:t>文字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教材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音像教材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</w:p>
        </w:tc>
      </w:tr>
      <w:tr w:rsidR="00000000">
        <w:trPr>
          <w:trHeight w:val="454"/>
        </w:trPr>
        <w:tc>
          <w:tcPr>
            <w:tcW w:w="2368" w:type="dxa"/>
            <w:gridSpan w:val="4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Cs w:val="21"/>
              </w:rPr>
              <w:t>教材类型</w:t>
            </w:r>
          </w:p>
        </w:tc>
        <w:tc>
          <w:tcPr>
            <w:tcW w:w="7376" w:type="dxa"/>
            <w:gridSpan w:val="12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Cs/>
                <w:szCs w:val="21"/>
              </w:rPr>
              <w:t>修订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 xml:space="preserve">     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新编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ascii="仿宋" w:eastAsia="仿宋" w:hAnsi="仿宋" w:cs="Times New Roman"/>
                <w:bCs/>
                <w:szCs w:val="21"/>
              </w:rPr>
              <w:t xml:space="preserve">   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 xml:space="preserve">  </w:t>
            </w:r>
          </w:p>
        </w:tc>
      </w:tr>
      <w:tr w:rsidR="00000000">
        <w:trPr>
          <w:trHeight w:val="454"/>
        </w:trPr>
        <w:tc>
          <w:tcPr>
            <w:tcW w:w="2368" w:type="dxa"/>
            <w:gridSpan w:val="4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/>
                <w:b/>
                <w:bCs/>
                <w:szCs w:val="21"/>
              </w:rPr>
              <w:t>教材</w:t>
            </w:r>
            <w:r>
              <w:rPr>
                <w:rFonts w:ascii="仿宋" w:eastAsia="仿宋" w:hAnsi="仿宋" w:cs="宋体"/>
                <w:b/>
                <w:bCs/>
                <w:szCs w:val="21"/>
              </w:rPr>
              <w:t>语种</w:t>
            </w:r>
          </w:p>
        </w:tc>
        <w:tc>
          <w:tcPr>
            <w:tcW w:w="7376" w:type="dxa"/>
            <w:gridSpan w:val="12"/>
            <w:vAlign w:val="center"/>
          </w:tcPr>
          <w:p w:rsidR="00000000" w:rsidRDefault="002D4AE8">
            <w:pPr>
              <w:rPr>
                <w:rFonts w:ascii="仿宋" w:eastAsia="仿宋" w:hAnsi="仿宋" w:cs="Times New Roman" w:hint="eastAsia"/>
                <w:bCs/>
                <w:szCs w:val="21"/>
              </w:rPr>
            </w:pPr>
            <w:r>
              <w:rPr>
                <w:rFonts w:ascii="仿宋" w:eastAsia="仿宋" w:hAnsi="仿宋" w:cs="Times New Roman"/>
                <w:bCs/>
                <w:szCs w:val="21"/>
              </w:rPr>
              <w:t>汉语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 xml:space="preserve">   </w:t>
            </w:r>
            <w:r>
              <w:rPr>
                <w:rFonts w:ascii="仿宋" w:eastAsia="仿宋" w:hAnsi="仿宋" w:cs="Times New Roman"/>
                <w:bCs/>
                <w:szCs w:val="21"/>
              </w:rPr>
              <w:t>外语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ascii="仿宋" w:eastAsia="仿宋" w:hAnsi="仿宋" w:cs="Times New Roman"/>
                <w:bCs/>
                <w:szCs w:val="21"/>
              </w:rPr>
              <w:t xml:space="preserve"> </w:t>
            </w:r>
            <w:r>
              <w:rPr>
                <w:rFonts w:ascii="仿宋" w:eastAsia="仿宋" w:hAnsi="仿宋" w:cs="Times New Roman"/>
                <w:bCs/>
                <w:szCs w:val="21"/>
              </w:rPr>
              <w:t>双语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 xml:space="preserve">   </w:t>
            </w:r>
            <w:r>
              <w:rPr>
                <w:rFonts w:ascii="仿宋" w:eastAsia="仿宋" w:hAnsi="仿宋" w:cs="Times New Roman"/>
                <w:bCs/>
                <w:szCs w:val="21"/>
              </w:rPr>
              <w:t>少数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民</w:t>
            </w:r>
            <w:r>
              <w:rPr>
                <w:rFonts w:ascii="仿宋" w:eastAsia="仿宋" w:hAnsi="仿宋" w:cs="Times New Roman"/>
                <w:bCs/>
                <w:szCs w:val="21"/>
              </w:rPr>
              <w:t>族语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</w:p>
        </w:tc>
      </w:tr>
      <w:tr w:rsidR="00000000">
        <w:trPr>
          <w:trHeight w:val="454"/>
        </w:trPr>
        <w:tc>
          <w:tcPr>
            <w:tcW w:w="9744" w:type="dxa"/>
            <w:gridSpan w:val="16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1.3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主编信息</w:t>
            </w:r>
          </w:p>
        </w:tc>
      </w:tr>
      <w:tr w:rsidR="00000000">
        <w:trPr>
          <w:trHeight w:val="454"/>
        </w:trPr>
        <w:tc>
          <w:tcPr>
            <w:tcW w:w="109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姓名</w:t>
            </w:r>
          </w:p>
        </w:tc>
        <w:tc>
          <w:tcPr>
            <w:tcW w:w="1403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性别</w:t>
            </w:r>
          </w:p>
        </w:tc>
        <w:tc>
          <w:tcPr>
            <w:tcW w:w="771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民族</w:t>
            </w:r>
          </w:p>
        </w:tc>
        <w:tc>
          <w:tcPr>
            <w:tcW w:w="2258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出生年月</w:t>
            </w:r>
          </w:p>
        </w:tc>
        <w:tc>
          <w:tcPr>
            <w:tcW w:w="1515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109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行政职务</w:t>
            </w:r>
          </w:p>
        </w:tc>
        <w:tc>
          <w:tcPr>
            <w:tcW w:w="1403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职称</w:t>
            </w:r>
          </w:p>
        </w:tc>
        <w:tc>
          <w:tcPr>
            <w:tcW w:w="1737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研究领域</w:t>
            </w:r>
          </w:p>
        </w:tc>
        <w:tc>
          <w:tcPr>
            <w:tcW w:w="2710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109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最后学历</w:t>
            </w:r>
          </w:p>
        </w:tc>
        <w:tc>
          <w:tcPr>
            <w:tcW w:w="1403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最后学位</w:t>
            </w:r>
          </w:p>
        </w:tc>
        <w:tc>
          <w:tcPr>
            <w:tcW w:w="1737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 w:hint="eastAsia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所在</w:t>
            </w:r>
            <w:r>
              <w:rPr>
                <w:rFonts w:ascii="仿宋" w:eastAsia="仿宋" w:hAnsi="仿宋" w:cs="Times New Roman" w:hint="eastAsia"/>
                <w:b/>
                <w:szCs w:val="21"/>
              </w:rPr>
              <w:t>学院</w:t>
            </w:r>
          </w:p>
        </w:tc>
        <w:tc>
          <w:tcPr>
            <w:tcW w:w="2710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90"/>
        </w:trPr>
        <w:tc>
          <w:tcPr>
            <w:tcW w:w="109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电子信箱</w:t>
            </w:r>
          </w:p>
        </w:tc>
        <w:tc>
          <w:tcPr>
            <w:tcW w:w="4762" w:type="dxa"/>
            <w:gridSpan w:val="10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联系电话</w:t>
            </w:r>
          </w:p>
        </w:tc>
        <w:tc>
          <w:tcPr>
            <w:tcW w:w="2710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9744" w:type="dxa"/>
            <w:gridSpan w:val="16"/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1.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4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编写团队核心成员</w:t>
            </w:r>
          </w:p>
        </w:tc>
      </w:tr>
      <w:tr w:rsidR="00000000">
        <w:trPr>
          <w:trHeight w:val="454"/>
        </w:trPr>
        <w:tc>
          <w:tcPr>
            <w:tcW w:w="675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序号</w:t>
            </w:r>
          </w:p>
        </w:tc>
        <w:tc>
          <w:tcPr>
            <w:tcW w:w="97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姓名</w:t>
            </w:r>
          </w:p>
        </w:tc>
        <w:tc>
          <w:tcPr>
            <w:tcW w:w="714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性别</w:t>
            </w:r>
          </w:p>
        </w:tc>
        <w:tc>
          <w:tcPr>
            <w:tcW w:w="824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出生年月</w:t>
            </w:r>
          </w:p>
        </w:tc>
        <w:tc>
          <w:tcPr>
            <w:tcW w:w="1068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职称</w:t>
            </w:r>
          </w:p>
        </w:tc>
        <w:tc>
          <w:tcPr>
            <w:tcW w:w="1601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 w:hint="eastAsia"/>
                <w:b/>
                <w:szCs w:val="21"/>
              </w:rPr>
              <w:t>所在</w:t>
            </w:r>
            <w:r>
              <w:rPr>
                <w:rFonts w:ascii="仿宋" w:eastAsia="仿宋" w:hAnsi="仿宋" w:cs="Times New Roman"/>
                <w:b/>
                <w:szCs w:val="21"/>
              </w:rPr>
              <w:t>单位</w:t>
            </w:r>
          </w:p>
        </w:tc>
        <w:tc>
          <w:tcPr>
            <w:tcW w:w="3883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b/>
                <w:szCs w:val="21"/>
              </w:rPr>
            </w:pPr>
            <w:r>
              <w:rPr>
                <w:rFonts w:ascii="仿宋" w:eastAsia="仿宋" w:hAnsi="仿宋" w:cs="Times New Roman"/>
                <w:b/>
                <w:szCs w:val="21"/>
              </w:rPr>
              <w:t>承担工作</w:t>
            </w:r>
          </w:p>
        </w:tc>
      </w:tr>
      <w:tr w:rsidR="00000000">
        <w:trPr>
          <w:trHeight w:val="454"/>
        </w:trPr>
        <w:tc>
          <w:tcPr>
            <w:tcW w:w="675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97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601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675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97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601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675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97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601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675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97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601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00000">
        <w:trPr>
          <w:trHeight w:val="454"/>
        </w:trPr>
        <w:tc>
          <w:tcPr>
            <w:tcW w:w="675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979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601" w:type="dxa"/>
            <w:gridSpan w:val="3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000000" w:rsidRDefault="002D4AE8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000000" w:rsidRDefault="002D4AE8">
      <w:pPr>
        <w:spacing w:beforeLines="50" w:before="120" w:line="360" w:lineRule="auto"/>
        <w:outlineLvl w:val="0"/>
        <w:rPr>
          <w:rFonts w:ascii="黑体" w:eastAsia="黑体" w:hAnsi="黑体" w:cs="黑体"/>
          <w:sz w:val="32"/>
          <w:szCs w:val="22"/>
        </w:rPr>
      </w:pPr>
      <w:r>
        <w:rPr>
          <w:rFonts w:ascii="黑体" w:eastAsia="黑体" w:hAnsi="黑体" w:cs="黑体"/>
          <w:sz w:val="32"/>
          <w:szCs w:val="22"/>
        </w:rPr>
        <w:t>二、主编和团队成员</w:t>
      </w:r>
      <w:r>
        <w:rPr>
          <w:rFonts w:ascii="黑体" w:eastAsia="黑体" w:hAnsi="黑体" w:cs="黑体" w:hint="eastAsia"/>
          <w:sz w:val="32"/>
          <w:szCs w:val="22"/>
        </w:rPr>
        <w:t>已出版相关代表性</w:t>
      </w:r>
      <w:r>
        <w:rPr>
          <w:rFonts w:ascii="黑体" w:eastAsia="黑体" w:hAnsi="黑体" w:cs="黑体"/>
          <w:sz w:val="32"/>
          <w:szCs w:val="22"/>
        </w:rPr>
        <w:t>学术著作</w:t>
      </w:r>
      <w:r>
        <w:rPr>
          <w:rFonts w:ascii="黑体" w:eastAsia="黑体" w:hAnsi="黑体" w:cs="黑体" w:hint="eastAsia"/>
          <w:sz w:val="32"/>
          <w:szCs w:val="22"/>
        </w:rPr>
        <w:t>、教材</w:t>
      </w:r>
    </w:p>
    <w:tbl>
      <w:tblPr>
        <w:tblW w:w="96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7"/>
        <w:gridCol w:w="1458"/>
        <w:gridCol w:w="860"/>
        <w:gridCol w:w="1125"/>
        <w:gridCol w:w="708"/>
        <w:gridCol w:w="851"/>
        <w:gridCol w:w="1185"/>
        <w:gridCol w:w="1366"/>
        <w:gridCol w:w="1579"/>
      </w:tblGrid>
      <w:tr w:rsidR="00000000">
        <w:trPr>
          <w:cantSplit/>
          <w:trHeight w:val="454"/>
          <w:tblHeader/>
          <w:jc w:val="center"/>
        </w:trPr>
        <w:tc>
          <w:tcPr>
            <w:tcW w:w="967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Cs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一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）相关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代表性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学术著作（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项以内）</w:t>
            </w: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5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</w:rPr>
              <w:t>序号</w:t>
            </w:r>
          </w:p>
        </w:tc>
        <w:tc>
          <w:tcPr>
            <w:tcW w:w="5002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</w:rPr>
              <w:t>题目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作者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出版社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出版时间</w:t>
            </w: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5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</w:rPr>
            </w:pPr>
            <w:r>
              <w:rPr>
                <w:rFonts w:ascii="仿宋" w:eastAsia="仿宋" w:hAnsi="仿宋" w:cs="Times New Roman" w:hint="eastAsia"/>
                <w:b/>
              </w:rPr>
              <w:t>1</w:t>
            </w:r>
          </w:p>
        </w:tc>
        <w:tc>
          <w:tcPr>
            <w:tcW w:w="5002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5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 w:hint="eastAsia"/>
                <w:b/>
              </w:rPr>
            </w:pPr>
            <w:r>
              <w:rPr>
                <w:rFonts w:ascii="仿宋" w:eastAsia="仿宋" w:hAnsi="仿宋" w:cs="Times New Roman" w:hint="eastAsia"/>
                <w:b/>
              </w:rPr>
              <w:t>2</w:t>
            </w:r>
          </w:p>
        </w:tc>
        <w:tc>
          <w:tcPr>
            <w:tcW w:w="5002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9679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rPr>
                <w:rFonts w:ascii="仿宋" w:eastAsia="仿宋" w:hAnsi="仿宋" w:cs="Times New Roman"/>
                <w:bCs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二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）申报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建设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教材与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该领域已出版其他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教材的比较（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项以内）</w:t>
            </w: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序号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已出版教材名称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作者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出版社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出版时间</w:t>
            </w:r>
          </w:p>
        </w:tc>
        <w:tc>
          <w:tcPr>
            <w:tcW w:w="49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 w:hint="eastAsia"/>
                <w:b/>
                <w:bCs/>
              </w:rPr>
            </w:pPr>
            <w:r>
              <w:rPr>
                <w:rFonts w:ascii="仿宋" w:eastAsia="仿宋" w:hAnsi="仿宋" w:cs="Times New Roman"/>
                <w:b/>
                <w:bCs/>
              </w:rPr>
              <w:t>本次申报</w:t>
            </w:r>
            <w:r>
              <w:rPr>
                <w:rFonts w:ascii="仿宋" w:eastAsia="仿宋" w:hAnsi="仿宋" w:cs="Times New Roman" w:hint="eastAsia"/>
                <w:b/>
                <w:bCs/>
              </w:rPr>
              <w:t>建设</w:t>
            </w:r>
            <w:r>
              <w:rPr>
                <w:rFonts w:ascii="仿宋" w:eastAsia="仿宋" w:hAnsi="仿宋" w:cs="Times New Roman"/>
                <w:b/>
                <w:bCs/>
              </w:rPr>
              <w:t>教材</w:t>
            </w:r>
            <w:r>
              <w:rPr>
                <w:rFonts w:ascii="仿宋" w:eastAsia="仿宋" w:hAnsi="仿宋" w:cs="Times New Roman" w:hint="eastAsia"/>
                <w:b/>
                <w:bCs/>
              </w:rPr>
              <w:t>相比该领域已出版教材的特色和</w:t>
            </w:r>
            <w:r>
              <w:rPr>
                <w:rFonts w:ascii="仿宋" w:eastAsia="仿宋" w:hAnsi="仿宋" w:cs="宋体" w:hint="eastAsia"/>
                <w:b/>
                <w:bCs/>
              </w:rPr>
              <w:t>优势</w:t>
            </w: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 w:hint="eastAsia"/>
                <w:bCs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49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 w:hint="eastAsia"/>
                <w:bCs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49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</w:tc>
      </w:tr>
      <w:tr w:rsidR="00000000">
        <w:trPr>
          <w:cantSplit/>
          <w:trHeight w:val="454"/>
          <w:tblHeader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cs="Times New Roman" w:hint="eastAsia"/>
                <w:bCs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center"/>
              <w:rPr>
                <w:rFonts w:ascii="仿宋" w:eastAsia="仿宋" w:hAnsi="仿宋" w:hint="eastAsia"/>
                <w:bCs/>
                <w:szCs w:val="21"/>
              </w:rPr>
            </w:pPr>
          </w:p>
        </w:tc>
        <w:tc>
          <w:tcPr>
            <w:tcW w:w="49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D4AE8">
            <w:pPr>
              <w:spacing w:line="150" w:lineRule="atLeast"/>
              <w:jc w:val="left"/>
              <w:rPr>
                <w:rFonts w:ascii="仿宋" w:eastAsia="仿宋" w:hAnsi="仿宋" w:hint="eastAsia"/>
                <w:bCs/>
                <w:szCs w:val="21"/>
              </w:rPr>
            </w:pPr>
          </w:p>
        </w:tc>
      </w:tr>
    </w:tbl>
    <w:p w:rsidR="00000000" w:rsidRDefault="002D4AE8">
      <w:pPr>
        <w:spacing w:line="360" w:lineRule="auto"/>
        <w:jc w:val="left"/>
        <w:outlineLvl w:val="0"/>
        <w:rPr>
          <w:rFonts w:ascii="黑体" w:eastAsia="黑体" w:hAnsi="黑体" w:cs="黑体" w:hint="eastAsia"/>
          <w:sz w:val="32"/>
          <w:szCs w:val="22"/>
        </w:rPr>
      </w:pPr>
    </w:p>
    <w:p w:rsidR="00000000" w:rsidRDefault="002D4AE8">
      <w:pPr>
        <w:spacing w:line="360" w:lineRule="auto"/>
        <w:outlineLvl w:val="0"/>
        <w:rPr>
          <w:rFonts w:ascii="Times New Roman" w:eastAsia="黑体" w:hAnsi="Times New Roman" w:cs="Times New Roman"/>
          <w:sz w:val="32"/>
        </w:rPr>
      </w:pPr>
      <w:r>
        <w:rPr>
          <w:rFonts w:ascii="黑体" w:eastAsia="黑体" w:hAnsi="黑体" w:cs="黑体" w:hint="eastAsia"/>
          <w:sz w:val="32"/>
          <w:szCs w:val="22"/>
        </w:rPr>
        <w:lastRenderedPageBreak/>
        <w:t>三</w:t>
      </w:r>
      <w:r>
        <w:rPr>
          <w:rFonts w:ascii="黑体" w:eastAsia="黑体" w:hAnsi="黑体" w:cs="黑体"/>
          <w:sz w:val="32"/>
          <w:szCs w:val="22"/>
        </w:rPr>
        <w:t>、</w:t>
      </w:r>
      <w:r>
        <w:rPr>
          <w:rFonts w:ascii="黑体" w:eastAsia="黑体" w:hAnsi="黑体" w:cs="黑体" w:hint="eastAsia"/>
          <w:sz w:val="32"/>
          <w:szCs w:val="22"/>
        </w:rPr>
        <w:t>教材编写论证</w:t>
      </w:r>
    </w:p>
    <w:tbl>
      <w:tblPr>
        <w:tblStyle w:val="ac"/>
        <w:tblW w:w="0" w:type="auto"/>
        <w:tblInd w:w="0" w:type="dxa"/>
        <w:tblLook w:val="0000" w:firstRow="0" w:lastRow="0" w:firstColumn="0" w:lastColumn="0" w:noHBand="0" w:noVBand="0"/>
      </w:tblPr>
      <w:tblGrid>
        <w:gridCol w:w="9571"/>
      </w:tblGrid>
      <w:tr w:rsidR="00000000">
        <w:tc>
          <w:tcPr>
            <w:tcW w:w="9571" w:type="dxa"/>
          </w:tcPr>
          <w:p w:rsidR="00000000" w:rsidRDefault="002D4AE8">
            <w:pPr>
              <w:spacing w:line="360" w:lineRule="auto"/>
              <w:outlineLvl w:val="0"/>
              <w:rPr>
                <w:rFonts w:ascii="黑体" w:eastAsia="黑体" w:hAnsi="黑体" w:cs="黑体" w:hint="eastAsia"/>
                <w:sz w:val="3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t>3.1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教材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编写的总体思路</w:t>
            </w:r>
          </w:p>
        </w:tc>
      </w:tr>
      <w:tr w:rsidR="00000000">
        <w:tc>
          <w:tcPr>
            <w:tcW w:w="9571" w:type="dxa"/>
          </w:tcPr>
          <w:p w:rsidR="00000000" w:rsidRDefault="002D4AE8">
            <w:pPr>
              <w:spacing w:line="150" w:lineRule="atLeas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/>
              </w:rPr>
              <w:t>（</w:t>
            </w:r>
            <w:r>
              <w:rPr>
                <w:rFonts w:ascii="仿宋" w:eastAsia="仿宋" w:hAnsi="仿宋" w:cs="Times New Roman" w:hint="eastAsia"/>
              </w:rPr>
              <w:t>基本内容、总体思路、特点及创新点等</w:t>
            </w:r>
            <w:r>
              <w:rPr>
                <w:rFonts w:ascii="仿宋" w:eastAsia="仿宋" w:hAnsi="仿宋" w:cs="Times New Roman" w:hint="eastAsia"/>
              </w:rPr>
              <w:t>2</w:t>
            </w:r>
            <w:r>
              <w:rPr>
                <w:rFonts w:ascii="仿宋" w:eastAsia="仿宋" w:hAnsi="仿宋" w:cs="Times New Roman"/>
              </w:rPr>
              <w:t>000</w:t>
            </w:r>
            <w:r>
              <w:rPr>
                <w:rFonts w:ascii="仿宋" w:eastAsia="仿宋" w:hAnsi="仿宋" w:cs="Times New Roman"/>
              </w:rPr>
              <w:t>字以内）</w:t>
            </w: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</w:tc>
      </w:tr>
      <w:tr w:rsidR="00000000">
        <w:tc>
          <w:tcPr>
            <w:tcW w:w="9571" w:type="dxa"/>
          </w:tcPr>
          <w:p w:rsidR="00000000" w:rsidRDefault="002D4AE8">
            <w:pPr>
              <w:spacing w:line="360" w:lineRule="auto"/>
              <w:outlineLvl w:val="0"/>
              <w:rPr>
                <w:rFonts w:ascii="黑体" w:eastAsia="黑体" w:hAnsi="黑体" w:cs="黑体" w:hint="eastAsia"/>
                <w:sz w:val="3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szCs w:val="21"/>
              </w:rPr>
              <w:lastRenderedPageBreak/>
              <w:t>3.2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教材章节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目录</w:t>
            </w:r>
          </w:p>
        </w:tc>
      </w:tr>
      <w:tr w:rsidR="00000000">
        <w:tc>
          <w:tcPr>
            <w:tcW w:w="9571" w:type="dxa"/>
          </w:tcPr>
          <w:p w:rsidR="00000000" w:rsidRDefault="002D4AE8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（教材所包含的章、节</w:t>
            </w:r>
            <w:r>
              <w:rPr>
                <w:rFonts w:ascii="仿宋" w:eastAsia="仿宋" w:hAnsi="仿宋" w:cs="Times New Roman" w:hint="eastAsia"/>
              </w:rPr>
              <w:t>、目</w:t>
            </w:r>
            <w:r>
              <w:rPr>
                <w:rFonts w:ascii="仿宋" w:eastAsia="仿宋" w:hAnsi="仿宋" w:cs="Times New Roman"/>
              </w:rPr>
              <w:t>的名称）</w:t>
            </w: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黑体" w:eastAsia="黑体" w:hAnsi="黑体" w:cs="黑体" w:hint="eastAsia"/>
                <w:sz w:val="32"/>
                <w:szCs w:val="22"/>
              </w:rPr>
            </w:pPr>
          </w:p>
          <w:p w:rsidR="00000000" w:rsidRDefault="002D4AE8">
            <w:pPr>
              <w:jc w:val="left"/>
              <w:rPr>
                <w:rFonts w:ascii="黑体" w:eastAsia="黑体" w:hAnsi="黑体" w:cs="黑体" w:hint="eastAsia"/>
                <w:sz w:val="32"/>
                <w:szCs w:val="22"/>
              </w:rPr>
            </w:pPr>
          </w:p>
          <w:p w:rsidR="00000000" w:rsidRDefault="002D4AE8">
            <w:pPr>
              <w:jc w:val="left"/>
              <w:rPr>
                <w:rFonts w:ascii="黑体" w:eastAsia="黑体" w:hAnsi="黑体" w:cs="黑体" w:hint="eastAsia"/>
                <w:sz w:val="32"/>
                <w:szCs w:val="22"/>
              </w:rPr>
            </w:pPr>
          </w:p>
          <w:p w:rsidR="00000000" w:rsidRDefault="002D4AE8">
            <w:pPr>
              <w:jc w:val="left"/>
              <w:rPr>
                <w:rFonts w:ascii="黑体" w:eastAsia="黑体" w:hAnsi="黑体" w:cs="黑体" w:hint="eastAsia"/>
                <w:sz w:val="32"/>
                <w:szCs w:val="22"/>
              </w:rPr>
            </w:pPr>
          </w:p>
          <w:p w:rsidR="00000000" w:rsidRDefault="002D4AE8">
            <w:pPr>
              <w:jc w:val="left"/>
              <w:rPr>
                <w:rFonts w:ascii="黑体" w:eastAsia="黑体" w:hAnsi="黑体" w:cs="黑体" w:hint="eastAsia"/>
                <w:sz w:val="32"/>
                <w:szCs w:val="22"/>
              </w:rPr>
            </w:pPr>
          </w:p>
        </w:tc>
      </w:tr>
    </w:tbl>
    <w:p w:rsidR="00000000" w:rsidRDefault="002D4AE8">
      <w:pPr>
        <w:spacing w:line="360" w:lineRule="auto"/>
        <w:outlineLvl w:val="0"/>
        <w:rPr>
          <w:rFonts w:ascii="黑体" w:eastAsia="黑体" w:hAnsi="黑体" w:cs="黑体" w:hint="eastAsia"/>
          <w:sz w:val="32"/>
          <w:szCs w:val="22"/>
        </w:rPr>
      </w:pPr>
    </w:p>
    <w:p w:rsidR="00000000" w:rsidRDefault="002D4AE8">
      <w:pPr>
        <w:spacing w:line="360" w:lineRule="auto"/>
        <w:outlineLvl w:val="0"/>
        <w:rPr>
          <w:rFonts w:ascii="Times New Roman" w:eastAsia="仿宋_GB2312" w:hAnsi="Times New Roman" w:cs="Times New Roman" w:hint="eastAsia"/>
          <w:sz w:val="32"/>
        </w:rPr>
      </w:pPr>
      <w:r>
        <w:rPr>
          <w:rFonts w:ascii="黑体" w:eastAsia="黑体" w:hAnsi="黑体" w:cs="黑体" w:hint="eastAsia"/>
          <w:sz w:val="32"/>
          <w:szCs w:val="22"/>
        </w:rPr>
        <w:t>四</w:t>
      </w:r>
      <w:r>
        <w:rPr>
          <w:rFonts w:ascii="黑体" w:eastAsia="黑体" w:hAnsi="黑体" w:cs="黑体"/>
          <w:sz w:val="32"/>
          <w:szCs w:val="22"/>
        </w:rPr>
        <w:t>、编写计划</w:t>
      </w:r>
    </w:p>
    <w:tbl>
      <w:tblPr>
        <w:tblW w:w="500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000000">
        <w:trPr>
          <w:jc w:val="center"/>
        </w:trPr>
        <w:tc>
          <w:tcPr>
            <w:tcW w:w="5000" w:type="pct"/>
          </w:tcPr>
          <w:p w:rsidR="00000000" w:rsidRDefault="002D4AE8">
            <w:pPr>
              <w:rPr>
                <w:rFonts w:ascii="仿宋" w:eastAsia="仿宋" w:hAnsi="仿宋" w:cs="Times New Roman" w:hint="eastAsia"/>
              </w:rPr>
            </w:pPr>
            <w:r>
              <w:rPr>
                <w:rFonts w:ascii="仿宋" w:eastAsia="仿宋" w:hAnsi="仿宋" w:cs="Times New Roman"/>
                <w:bCs/>
              </w:rPr>
              <w:t>（介绍教材编写出版的总体进度和</w:t>
            </w:r>
            <w:r>
              <w:rPr>
                <w:rFonts w:ascii="仿宋" w:eastAsia="仿宋" w:hAnsi="仿宋" w:cs="Times New Roman" w:hint="eastAsia"/>
                <w:bCs/>
              </w:rPr>
              <w:t>分阶段</w:t>
            </w:r>
            <w:r>
              <w:rPr>
                <w:rFonts w:ascii="仿宋" w:eastAsia="仿宋" w:hAnsi="仿宋" w:cs="Times New Roman"/>
                <w:bCs/>
              </w:rPr>
              <w:t>具体时间安排）</w:t>
            </w: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</w:tbl>
    <w:p w:rsidR="00000000" w:rsidRDefault="002D4AE8">
      <w:pPr>
        <w:spacing w:line="360" w:lineRule="auto"/>
        <w:jc w:val="center"/>
        <w:rPr>
          <w:rFonts w:ascii="Times New Roman" w:eastAsia="仿宋_GB2312" w:hAnsi="Times New Roman" w:cs="Times New Roman"/>
          <w:sz w:val="18"/>
          <w:szCs w:val="13"/>
        </w:rPr>
      </w:pPr>
    </w:p>
    <w:p w:rsidR="00000000" w:rsidRDefault="002D4AE8">
      <w:pPr>
        <w:numPr>
          <w:ilvl w:val="0"/>
          <w:numId w:val="1"/>
        </w:numPr>
        <w:spacing w:line="360" w:lineRule="auto"/>
        <w:jc w:val="left"/>
        <w:outlineLvl w:val="0"/>
        <w:rPr>
          <w:rFonts w:ascii="黑体" w:eastAsia="黑体" w:hAnsi="黑体" w:cs="黑体" w:hint="eastAsia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教材主编所在单位意见</w:t>
      </w:r>
    </w:p>
    <w:tbl>
      <w:tblPr>
        <w:tblStyle w:val="ac"/>
        <w:tblW w:w="0" w:type="auto"/>
        <w:tblInd w:w="0" w:type="dxa"/>
        <w:tblLook w:val="0000" w:firstRow="0" w:lastRow="0" w:firstColumn="0" w:lastColumn="0" w:noHBand="0" w:noVBand="0"/>
      </w:tblPr>
      <w:tblGrid>
        <w:gridCol w:w="9571"/>
      </w:tblGrid>
      <w:tr w:rsidR="00000000">
        <w:tc>
          <w:tcPr>
            <w:tcW w:w="9571" w:type="dxa"/>
          </w:tcPr>
          <w:p w:rsidR="00000000" w:rsidRDefault="002D4AE8">
            <w:pPr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jc w:val="left"/>
              <w:rPr>
                <w:rFonts w:ascii="Times New Roman" w:eastAsia="仿宋_GB2312" w:hAnsi="Times New Roman" w:cs="Times New Roman" w:hint="eastAsia"/>
              </w:rPr>
            </w:pPr>
          </w:p>
          <w:p w:rsidR="00000000" w:rsidRDefault="002D4AE8">
            <w:pPr>
              <w:spacing w:line="320" w:lineRule="exact"/>
              <w:jc w:val="left"/>
              <w:rPr>
                <w:rFonts w:ascii="仿宋" w:eastAsia="仿宋" w:hAnsi="仿宋" w:cs="Times New Roman"/>
              </w:rPr>
            </w:pPr>
          </w:p>
          <w:p w:rsidR="00000000" w:rsidRDefault="002D4AE8">
            <w:pPr>
              <w:spacing w:line="320" w:lineRule="exact"/>
              <w:jc w:val="left"/>
              <w:rPr>
                <w:rFonts w:ascii="仿宋" w:eastAsia="仿宋" w:hAnsi="仿宋" w:cs="Times New Roman" w:hint="eastAsia"/>
              </w:rPr>
            </w:pPr>
            <w:r>
              <w:rPr>
                <w:rFonts w:ascii="仿宋" w:eastAsia="仿宋" w:hAnsi="仿宋" w:cs="Times New Roman" w:hint="eastAsia"/>
              </w:rPr>
              <w:t xml:space="preserve"> </w:t>
            </w:r>
          </w:p>
          <w:p w:rsidR="00000000" w:rsidRDefault="002D4AE8">
            <w:pPr>
              <w:autoSpaceDE w:val="0"/>
              <w:autoSpaceDN w:val="0"/>
              <w:spacing w:line="280" w:lineRule="exact"/>
              <w:ind w:firstLineChars="1000" w:firstLine="2800"/>
              <w:jc w:val="left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教材主编所在单位（盖章）：</w:t>
            </w:r>
          </w:p>
          <w:p w:rsidR="00000000" w:rsidRDefault="002D4AE8">
            <w:pPr>
              <w:autoSpaceDE w:val="0"/>
              <w:autoSpaceDN w:val="0"/>
              <w:spacing w:line="280" w:lineRule="exact"/>
              <w:ind w:leftChars="1729" w:left="3631" w:firstLineChars="500" w:firstLine="1400"/>
              <w:jc w:val="left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                                        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</w:rPr>
              <w:t>单位负责人（签字）：</w:t>
            </w:r>
          </w:p>
          <w:p w:rsidR="00000000" w:rsidRDefault="002D4AE8">
            <w:pPr>
              <w:autoSpaceDE w:val="0"/>
              <w:autoSpaceDN w:val="0"/>
              <w:spacing w:line="280" w:lineRule="exact"/>
              <w:ind w:leftChars="2394" w:left="6147" w:hangingChars="400" w:hanging="1120"/>
              <w:jc w:val="left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                                         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</w:rPr>
              <w:t>日</w:t>
            </w:r>
          </w:p>
          <w:p w:rsidR="00000000" w:rsidRDefault="002D4AE8">
            <w:pPr>
              <w:spacing w:line="360" w:lineRule="auto"/>
              <w:jc w:val="left"/>
              <w:outlineLvl w:val="0"/>
              <w:rPr>
                <w:rFonts w:ascii="仿宋" w:eastAsia="仿宋" w:hAnsi="仿宋" w:cs="Times New Roman" w:hint="eastAsia"/>
              </w:rPr>
            </w:pPr>
          </w:p>
        </w:tc>
      </w:tr>
    </w:tbl>
    <w:p w:rsidR="00000000" w:rsidRDefault="002D4AE8">
      <w:pPr>
        <w:spacing w:line="360" w:lineRule="auto"/>
        <w:outlineLvl w:val="0"/>
        <w:rPr>
          <w:rFonts w:ascii="黑体" w:eastAsia="黑体" w:hAnsi="黑体" w:cs="黑体" w:hint="eastAsia"/>
          <w:sz w:val="32"/>
          <w:szCs w:val="22"/>
        </w:rPr>
      </w:pPr>
    </w:p>
    <w:p w:rsidR="00000000" w:rsidRDefault="002D4AE8">
      <w:pPr>
        <w:numPr>
          <w:ilvl w:val="0"/>
          <w:numId w:val="2"/>
        </w:numPr>
        <w:spacing w:line="360" w:lineRule="auto"/>
        <w:jc w:val="left"/>
        <w:outlineLvl w:val="0"/>
        <w:rPr>
          <w:rFonts w:ascii="黑体" w:eastAsia="黑体" w:hAnsi="黑体" w:cs="黑体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专家</w:t>
      </w:r>
      <w:r>
        <w:rPr>
          <w:rFonts w:ascii="黑体" w:eastAsia="黑体" w:hAnsi="黑体" w:cs="黑体"/>
          <w:sz w:val="32"/>
          <w:szCs w:val="22"/>
        </w:rPr>
        <w:t>评审意见</w:t>
      </w:r>
    </w:p>
    <w:tbl>
      <w:tblPr>
        <w:tblStyle w:val="ac"/>
        <w:tblW w:w="0" w:type="auto"/>
        <w:tblInd w:w="0" w:type="dxa"/>
        <w:tblLook w:val="0000" w:firstRow="0" w:lastRow="0" w:firstColumn="0" w:lastColumn="0" w:noHBand="0" w:noVBand="0"/>
      </w:tblPr>
      <w:tblGrid>
        <w:gridCol w:w="9571"/>
      </w:tblGrid>
      <w:tr w:rsidR="00000000">
        <w:tc>
          <w:tcPr>
            <w:tcW w:w="9571" w:type="dxa"/>
          </w:tcPr>
          <w:p w:rsidR="00000000" w:rsidRDefault="002D4AE8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</w:rPr>
              <w:t>（评审意见与建议，以及是否建议立项）</w:t>
            </w: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</w:p>
          <w:p w:rsidR="00000000" w:rsidRDefault="002D4AE8">
            <w:pPr>
              <w:autoSpaceDE w:val="0"/>
              <w:autoSpaceDN w:val="0"/>
              <w:spacing w:line="360" w:lineRule="auto"/>
              <w:ind w:firstLineChars="1800" w:firstLine="5040"/>
              <w:jc w:val="left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专家签字：</w:t>
            </w:r>
          </w:p>
          <w:p w:rsidR="00000000" w:rsidRDefault="002D4AE8">
            <w:pPr>
              <w:autoSpaceDE w:val="0"/>
              <w:autoSpaceDN w:val="0"/>
              <w:spacing w:line="360" w:lineRule="auto"/>
              <w:ind w:firstLineChars="2200" w:firstLine="6160"/>
              <w:jc w:val="left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8"/>
              </w:rPr>
              <w:t>日</w:t>
            </w:r>
          </w:p>
          <w:p w:rsidR="00000000" w:rsidRDefault="002D4AE8">
            <w:pPr>
              <w:spacing w:line="150" w:lineRule="atLeast"/>
              <w:ind w:firstLineChars="2750" w:firstLine="5775"/>
              <w:rPr>
                <w:rFonts w:ascii="仿宋" w:eastAsia="仿宋" w:hAnsi="仿宋" w:cs="Times New Roman"/>
              </w:rPr>
            </w:pPr>
          </w:p>
        </w:tc>
      </w:tr>
    </w:tbl>
    <w:p w:rsidR="00000000" w:rsidRDefault="002D4AE8">
      <w:pPr>
        <w:spacing w:line="360" w:lineRule="auto"/>
        <w:jc w:val="left"/>
        <w:outlineLvl w:val="0"/>
        <w:rPr>
          <w:rFonts w:ascii="黑体" w:eastAsia="黑体" w:hAnsi="黑体" w:cs="黑体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七</w:t>
      </w:r>
      <w:r>
        <w:rPr>
          <w:rFonts w:ascii="黑体" w:eastAsia="黑体" w:hAnsi="黑体" w:cs="黑体"/>
          <w:sz w:val="32"/>
          <w:szCs w:val="22"/>
        </w:rPr>
        <w:t>、</w:t>
      </w:r>
      <w:r>
        <w:rPr>
          <w:rFonts w:ascii="黑体" w:eastAsia="黑体" w:hAnsi="黑体" w:cs="黑体" w:hint="eastAsia"/>
          <w:sz w:val="32"/>
          <w:szCs w:val="22"/>
        </w:rPr>
        <w:t>学校</w:t>
      </w:r>
      <w:r>
        <w:rPr>
          <w:rFonts w:ascii="黑体" w:eastAsia="黑体" w:hAnsi="黑体" w:cs="黑体" w:hint="eastAsia"/>
          <w:sz w:val="32"/>
          <w:szCs w:val="22"/>
        </w:rPr>
        <w:t>立项</w:t>
      </w:r>
      <w:r>
        <w:rPr>
          <w:rFonts w:ascii="黑体" w:eastAsia="黑体" w:hAnsi="黑体" w:cs="黑体"/>
          <w:sz w:val="32"/>
          <w:szCs w:val="22"/>
        </w:rPr>
        <w:t>意见</w:t>
      </w:r>
    </w:p>
    <w:tbl>
      <w:tblPr>
        <w:tblW w:w="500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000000">
        <w:trPr>
          <w:trHeight w:val="3374"/>
          <w:jc w:val="center"/>
        </w:trPr>
        <w:tc>
          <w:tcPr>
            <w:tcW w:w="5000" w:type="pct"/>
          </w:tcPr>
          <w:p w:rsidR="00000000" w:rsidRDefault="002D4AE8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Times New Roman"/>
              </w:rPr>
              <w:t>（是否</w:t>
            </w:r>
            <w:r>
              <w:rPr>
                <w:rFonts w:ascii="仿宋" w:eastAsia="仿宋" w:hAnsi="仿宋" w:cs="Times New Roman" w:hint="eastAsia"/>
              </w:rPr>
              <w:t>同意</w:t>
            </w:r>
            <w:r>
              <w:rPr>
                <w:rFonts w:ascii="仿宋" w:eastAsia="仿宋" w:hAnsi="仿宋" w:cs="Times New Roman"/>
              </w:rPr>
              <w:t>立项）</w:t>
            </w:r>
          </w:p>
          <w:p w:rsidR="00000000" w:rsidRDefault="002D4AE8">
            <w:pPr>
              <w:spacing w:line="150" w:lineRule="atLeast"/>
              <w:rPr>
                <w:rFonts w:ascii="仿宋" w:eastAsia="仿宋" w:hAnsi="仿宋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仿宋" w:eastAsia="仿宋" w:hAnsi="仿宋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仿宋" w:eastAsia="仿宋" w:hAnsi="仿宋" w:cs="Times New Roman" w:hint="eastAsia"/>
              </w:rPr>
            </w:pPr>
          </w:p>
          <w:p w:rsidR="00000000" w:rsidRDefault="002D4AE8">
            <w:pPr>
              <w:spacing w:line="150" w:lineRule="atLeast"/>
              <w:rPr>
                <w:rFonts w:ascii="仿宋" w:eastAsia="仿宋" w:hAnsi="仿宋" w:cs="Times New Roman"/>
              </w:rPr>
            </w:pPr>
          </w:p>
          <w:p w:rsidR="00000000" w:rsidRDefault="002D4AE8">
            <w:pPr>
              <w:spacing w:line="150" w:lineRule="atLeast"/>
              <w:rPr>
                <w:rFonts w:ascii="仿宋" w:eastAsia="仿宋" w:hAnsi="仿宋" w:cs="Times New Roman" w:hint="eastAsia"/>
              </w:rPr>
            </w:pPr>
            <w:r>
              <w:rPr>
                <w:rFonts w:ascii="仿宋" w:eastAsia="仿宋" w:hAnsi="仿宋" w:cs="Times New Roman" w:hint="eastAsia"/>
              </w:rPr>
              <w:t xml:space="preserve"> </w:t>
            </w:r>
          </w:p>
          <w:p w:rsidR="00000000" w:rsidRDefault="002D4AE8">
            <w:pPr>
              <w:autoSpaceDE w:val="0"/>
              <w:autoSpaceDN w:val="0"/>
              <w:spacing w:line="360" w:lineRule="auto"/>
              <w:jc w:val="left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Times New Roman"/>
              </w:rPr>
              <w:t xml:space="preserve">                          </w:t>
            </w:r>
            <w:r>
              <w:rPr>
                <w:rFonts w:ascii="仿宋" w:eastAsia="仿宋" w:hAnsi="仿宋" w:cs="Times New Roman" w:hint="eastAsia"/>
              </w:rPr>
              <w:t xml:space="preserve">     </w:t>
            </w:r>
            <w:r>
              <w:rPr>
                <w:rFonts w:ascii="仿宋" w:eastAsia="仿宋" w:hAnsi="仿宋" w:cs="Times New Roman"/>
              </w:rPr>
              <w:t xml:space="preserve"> </w:t>
            </w:r>
            <w:r>
              <w:rPr>
                <w:rFonts w:ascii="仿宋" w:eastAsia="仿宋" w:hAnsi="仿宋" w:cs="Times New Roman" w:hint="eastAsia"/>
              </w:rPr>
              <w:t xml:space="preserve">        </w:t>
            </w:r>
            <w:r>
              <w:rPr>
                <w:rFonts w:ascii="仿宋" w:eastAsia="仿宋" w:hAnsi="仿宋" w:cs="仿宋" w:hint="eastAsia"/>
                <w:sz w:val="28"/>
              </w:rPr>
              <w:t>负责人（签字）：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      </w:t>
            </w:r>
          </w:p>
          <w:p w:rsidR="00000000" w:rsidRDefault="002D4AE8">
            <w:pPr>
              <w:autoSpaceDE w:val="0"/>
              <w:autoSpaceDN w:val="0"/>
              <w:spacing w:line="360" w:lineRule="auto"/>
              <w:ind w:firstLineChars="1600" w:firstLine="4480"/>
              <w:jc w:val="left"/>
              <w:rPr>
                <w:rFonts w:ascii="仿宋" w:eastAsia="仿宋" w:hAnsi="仿宋" w:cs="仿宋" w:hint="eastAsia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单位（公章）：</w:t>
            </w:r>
          </w:p>
          <w:p w:rsidR="00000000" w:rsidRDefault="002D4AE8">
            <w:pPr>
              <w:spacing w:line="150" w:lineRule="atLeast"/>
              <w:rPr>
                <w:rFonts w:ascii="Times New Roman" w:eastAsia="仿宋_GB2312" w:hAnsi="Times New Roman" w:cs="Times New Roman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sz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</w:rPr>
              <w:t>日</w:t>
            </w: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</w:tr>
    </w:tbl>
    <w:p w:rsidR="002D4AE8" w:rsidRDefault="002D4AE8">
      <w:pPr>
        <w:spacing w:line="360" w:lineRule="auto"/>
        <w:rPr>
          <w:rFonts w:ascii="Times New Roman" w:eastAsia="仿宋_GB2312" w:hAnsi="Times New Roman" w:cs="Times New Roman"/>
        </w:rPr>
      </w:pPr>
    </w:p>
    <w:sectPr w:rsidR="002D4AE8">
      <w:footerReference w:type="even" r:id="rId7"/>
      <w:footerReference w:type="default" r:id="rId8"/>
      <w:pgSz w:w="11907" w:h="16840"/>
      <w:pgMar w:top="1134" w:right="1134" w:bottom="1134" w:left="1418" w:header="851" w:footer="992" w:gutter="0"/>
      <w:cols w:space="720"/>
      <w:titlePg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AE8" w:rsidRDefault="002D4AE8">
      <w:pPr>
        <w:spacing w:line="240" w:lineRule="auto"/>
      </w:pPr>
      <w:r>
        <w:separator/>
      </w:r>
    </w:p>
  </w:endnote>
  <w:endnote w:type="continuationSeparator" w:id="0">
    <w:p w:rsidR="002D4AE8" w:rsidRDefault="002D4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1" w:subsetted="1" w:fontKey="{506479E4-0D71-4092-A087-D133BE37353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0ED19A3-3350-4F52-BC03-2C8608104866}"/>
    <w:embedBold r:id="rId3" w:subsetted="1" w:fontKey="{0E37BCE1-9E38-4323-BF05-AB70B699C648}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  <w:embedBold r:id="rId4" w:fontKey="{AB768BDC-147A-41E6-9D90-FC49EF1B99FD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78021D52-9FBB-4920-B840-874D265E11F9}"/>
    <w:embedBold r:id="rId6" w:subsetted="1" w:fontKey="{3266C1FE-9A49-4A8E-8F1D-68C0D6BE7977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D4AE8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separate"/>
    </w:r>
    <w:r>
      <w:fldChar w:fldCharType="end"/>
    </w:r>
  </w:p>
  <w:p w:rsidR="00000000" w:rsidRDefault="002D4AE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D4AE8">
    <w:pPr>
      <w:pStyle w:val="a8"/>
      <w:framePr w:wrap="around" w:vAnchor="text" w:hAnchor="margin" w:xAlign="center" w:y="1"/>
      <w:rPr>
        <w:rStyle w:val="ae"/>
      </w:rPr>
    </w:pPr>
    <w:r>
      <w:rPr>
        <w:rFonts w:ascii="Times New Roman" w:hAnsi="Times New Roman" w:cs="Times New Roman"/>
        <w:sz w:val="21"/>
        <w:szCs w:val="22"/>
      </w:rPr>
      <w:fldChar w:fldCharType="begin"/>
    </w:r>
    <w:r>
      <w:rPr>
        <w:rStyle w:val="ae"/>
        <w:rFonts w:ascii="Times New Roman" w:hAnsi="Times New Roman" w:cs="Times New Roman"/>
        <w:sz w:val="21"/>
        <w:szCs w:val="22"/>
      </w:rPr>
      <w:instrText xml:space="preserve">PAGE  </w:instrText>
    </w:r>
    <w:r>
      <w:rPr>
        <w:rFonts w:ascii="Times New Roman" w:hAnsi="Times New Roman" w:cs="Times New Roman"/>
        <w:sz w:val="21"/>
        <w:szCs w:val="22"/>
      </w:rPr>
      <w:fldChar w:fldCharType="separate"/>
    </w:r>
    <w:r w:rsidR="00CE6367">
      <w:rPr>
        <w:rStyle w:val="ae"/>
        <w:rFonts w:ascii="Times New Roman" w:hAnsi="Times New Roman" w:cs="Times New Roman"/>
        <w:noProof/>
        <w:sz w:val="21"/>
        <w:szCs w:val="22"/>
      </w:rPr>
      <w:t>7</w:t>
    </w:r>
    <w:r>
      <w:rPr>
        <w:rFonts w:ascii="Times New Roman" w:hAnsi="Times New Roman" w:cs="Times New Roman"/>
        <w:sz w:val="21"/>
        <w:szCs w:val="22"/>
      </w:rPr>
      <w:fldChar w:fldCharType="end"/>
    </w:r>
  </w:p>
  <w:p w:rsidR="00000000" w:rsidRDefault="002D4AE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AE8" w:rsidRDefault="002D4AE8">
      <w:pPr>
        <w:spacing w:line="240" w:lineRule="auto"/>
      </w:pPr>
      <w:r>
        <w:separator/>
      </w:r>
    </w:p>
  </w:footnote>
  <w:footnote w:type="continuationSeparator" w:id="0">
    <w:p w:rsidR="002D4AE8" w:rsidRDefault="002D4A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E8F3F"/>
    <w:multiLevelType w:val="singleLevel"/>
    <w:tmpl w:val="23DE8F3F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5A202A6"/>
    <w:multiLevelType w:val="singleLevel"/>
    <w:tmpl w:val="45A202A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285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wNTEwYjdjYzU4YTlmYWI2MjE0NzM1ZTUzMjBhMjAifQ=="/>
  </w:docVars>
  <w:rsids>
    <w:rsidRoot w:val="00172A27"/>
    <w:rsid w:val="000051BD"/>
    <w:rsid w:val="000064AD"/>
    <w:rsid w:val="00006680"/>
    <w:rsid w:val="0001215A"/>
    <w:rsid w:val="0001391E"/>
    <w:rsid w:val="00014EB7"/>
    <w:rsid w:val="0001550C"/>
    <w:rsid w:val="000155C5"/>
    <w:rsid w:val="00015A4B"/>
    <w:rsid w:val="000162E9"/>
    <w:rsid w:val="0002110C"/>
    <w:rsid w:val="00022C9A"/>
    <w:rsid w:val="000242D2"/>
    <w:rsid w:val="00024563"/>
    <w:rsid w:val="00033726"/>
    <w:rsid w:val="000339CB"/>
    <w:rsid w:val="000340C3"/>
    <w:rsid w:val="00034A55"/>
    <w:rsid w:val="00034E92"/>
    <w:rsid w:val="0003530F"/>
    <w:rsid w:val="00036E3B"/>
    <w:rsid w:val="00037B1D"/>
    <w:rsid w:val="00040807"/>
    <w:rsid w:val="000415B5"/>
    <w:rsid w:val="00043857"/>
    <w:rsid w:val="00043DC5"/>
    <w:rsid w:val="000445F8"/>
    <w:rsid w:val="0004463E"/>
    <w:rsid w:val="000554F2"/>
    <w:rsid w:val="00057C45"/>
    <w:rsid w:val="000656D1"/>
    <w:rsid w:val="00065B55"/>
    <w:rsid w:val="00066D65"/>
    <w:rsid w:val="000673A3"/>
    <w:rsid w:val="0007096A"/>
    <w:rsid w:val="00070CD5"/>
    <w:rsid w:val="00075431"/>
    <w:rsid w:val="000775C2"/>
    <w:rsid w:val="00080B52"/>
    <w:rsid w:val="00085E33"/>
    <w:rsid w:val="0008676B"/>
    <w:rsid w:val="00090269"/>
    <w:rsid w:val="00090E53"/>
    <w:rsid w:val="0009322F"/>
    <w:rsid w:val="00093693"/>
    <w:rsid w:val="00094872"/>
    <w:rsid w:val="000A0440"/>
    <w:rsid w:val="000A10E3"/>
    <w:rsid w:val="000A1FD1"/>
    <w:rsid w:val="000A6D2B"/>
    <w:rsid w:val="000B224F"/>
    <w:rsid w:val="000B37EB"/>
    <w:rsid w:val="000B4985"/>
    <w:rsid w:val="000B4DA4"/>
    <w:rsid w:val="000B51E2"/>
    <w:rsid w:val="000B5DFC"/>
    <w:rsid w:val="000C1C1A"/>
    <w:rsid w:val="000C2530"/>
    <w:rsid w:val="000C3535"/>
    <w:rsid w:val="000C4610"/>
    <w:rsid w:val="000C6A1C"/>
    <w:rsid w:val="000C6E28"/>
    <w:rsid w:val="000D11AC"/>
    <w:rsid w:val="000D16A1"/>
    <w:rsid w:val="000D2777"/>
    <w:rsid w:val="000D3727"/>
    <w:rsid w:val="000D3F34"/>
    <w:rsid w:val="000D40ED"/>
    <w:rsid w:val="000D527E"/>
    <w:rsid w:val="000D6A4D"/>
    <w:rsid w:val="000E59F4"/>
    <w:rsid w:val="000F0845"/>
    <w:rsid w:val="000F4569"/>
    <w:rsid w:val="000F5951"/>
    <w:rsid w:val="000F664B"/>
    <w:rsid w:val="001005F1"/>
    <w:rsid w:val="001006B1"/>
    <w:rsid w:val="00101747"/>
    <w:rsid w:val="00101B81"/>
    <w:rsid w:val="001031D2"/>
    <w:rsid w:val="001040BA"/>
    <w:rsid w:val="001142ED"/>
    <w:rsid w:val="00116538"/>
    <w:rsid w:val="00120F87"/>
    <w:rsid w:val="00121DE0"/>
    <w:rsid w:val="001226FC"/>
    <w:rsid w:val="00124A15"/>
    <w:rsid w:val="0012683B"/>
    <w:rsid w:val="001338D8"/>
    <w:rsid w:val="0013390E"/>
    <w:rsid w:val="001412D6"/>
    <w:rsid w:val="001430A0"/>
    <w:rsid w:val="00146FFD"/>
    <w:rsid w:val="00150090"/>
    <w:rsid w:val="001508B7"/>
    <w:rsid w:val="00150C25"/>
    <w:rsid w:val="00151992"/>
    <w:rsid w:val="00152E75"/>
    <w:rsid w:val="001537B5"/>
    <w:rsid w:val="00155586"/>
    <w:rsid w:val="0015581F"/>
    <w:rsid w:val="00157223"/>
    <w:rsid w:val="001610DA"/>
    <w:rsid w:val="00163AAA"/>
    <w:rsid w:val="001724E6"/>
    <w:rsid w:val="00172973"/>
    <w:rsid w:val="00173530"/>
    <w:rsid w:val="00173EA3"/>
    <w:rsid w:val="001756BF"/>
    <w:rsid w:val="00176986"/>
    <w:rsid w:val="001842E0"/>
    <w:rsid w:val="00187B62"/>
    <w:rsid w:val="001910BC"/>
    <w:rsid w:val="001915DC"/>
    <w:rsid w:val="00191808"/>
    <w:rsid w:val="00193B8A"/>
    <w:rsid w:val="00195361"/>
    <w:rsid w:val="00195A6B"/>
    <w:rsid w:val="001A2115"/>
    <w:rsid w:val="001A44B4"/>
    <w:rsid w:val="001A5D2E"/>
    <w:rsid w:val="001A6DB9"/>
    <w:rsid w:val="001A70DE"/>
    <w:rsid w:val="001A75BB"/>
    <w:rsid w:val="001A78C3"/>
    <w:rsid w:val="001B02DE"/>
    <w:rsid w:val="001B6A29"/>
    <w:rsid w:val="001C280F"/>
    <w:rsid w:val="001C4624"/>
    <w:rsid w:val="001C6DB6"/>
    <w:rsid w:val="001C7F51"/>
    <w:rsid w:val="001D363E"/>
    <w:rsid w:val="001D4669"/>
    <w:rsid w:val="001E11C7"/>
    <w:rsid w:val="001E1D55"/>
    <w:rsid w:val="001E2395"/>
    <w:rsid w:val="001E3C2E"/>
    <w:rsid w:val="001E417E"/>
    <w:rsid w:val="001E455D"/>
    <w:rsid w:val="001E5017"/>
    <w:rsid w:val="001E7447"/>
    <w:rsid w:val="001F0341"/>
    <w:rsid w:val="001F0606"/>
    <w:rsid w:val="001F206C"/>
    <w:rsid w:val="001F20C2"/>
    <w:rsid w:val="001F31DE"/>
    <w:rsid w:val="001F3299"/>
    <w:rsid w:val="001F3D15"/>
    <w:rsid w:val="001F5F2C"/>
    <w:rsid w:val="001F6665"/>
    <w:rsid w:val="001F73B3"/>
    <w:rsid w:val="002007E0"/>
    <w:rsid w:val="00201A01"/>
    <w:rsid w:val="0020261C"/>
    <w:rsid w:val="00203AFC"/>
    <w:rsid w:val="0020752D"/>
    <w:rsid w:val="0021471F"/>
    <w:rsid w:val="00214EE8"/>
    <w:rsid w:val="002163E0"/>
    <w:rsid w:val="002205B9"/>
    <w:rsid w:val="00220FA6"/>
    <w:rsid w:val="00221553"/>
    <w:rsid w:val="00222C38"/>
    <w:rsid w:val="00222C72"/>
    <w:rsid w:val="00222CCE"/>
    <w:rsid w:val="002245BA"/>
    <w:rsid w:val="00224E39"/>
    <w:rsid w:val="002309EF"/>
    <w:rsid w:val="00230FA0"/>
    <w:rsid w:val="002351DB"/>
    <w:rsid w:val="002359CB"/>
    <w:rsid w:val="00240A9C"/>
    <w:rsid w:val="00242F80"/>
    <w:rsid w:val="0024629C"/>
    <w:rsid w:val="002501AA"/>
    <w:rsid w:val="00250333"/>
    <w:rsid w:val="00251195"/>
    <w:rsid w:val="002534BE"/>
    <w:rsid w:val="002538D2"/>
    <w:rsid w:val="00253C6D"/>
    <w:rsid w:val="00257FBD"/>
    <w:rsid w:val="00263DED"/>
    <w:rsid w:val="00266948"/>
    <w:rsid w:val="0026740F"/>
    <w:rsid w:val="00274130"/>
    <w:rsid w:val="002743CC"/>
    <w:rsid w:val="00274C63"/>
    <w:rsid w:val="00274EAB"/>
    <w:rsid w:val="0028144F"/>
    <w:rsid w:val="00283ECD"/>
    <w:rsid w:val="00285F70"/>
    <w:rsid w:val="002911A7"/>
    <w:rsid w:val="00291B94"/>
    <w:rsid w:val="00291FCC"/>
    <w:rsid w:val="00292DE9"/>
    <w:rsid w:val="00293F3F"/>
    <w:rsid w:val="002943A8"/>
    <w:rsid w:val="0029456F"/>
    <w:rsid w:val="002A71EC"/>
    <w:rsid w:val="002B37BD"/>
    <w:rsid w:val="002B47CE"/>
    <w:rsid w:val="002C1B85"/>
    <w:rsid w:val="002C5E1F"/>
    <w:rsid w:val="002C70D2"/>
    <w:rsid w:val="002C781E"/>
    <w:rsid w:val="002D4AE8"/>
    <w:rsid w:val="002D51E7"/>
    <w:rsid w:val="002D59F3"/>
    <w:rsid w:val="002D5C51"/>
    <w:rsid w:val="002D67F7"/>
    <w:rsid w:val="002D7F72"/>
    <w:rsid w:val="002E0137"/>
    <w:rsid w:val="002E05BC"/>
    <w:rsid w:val="002E086B"/>
    <w:rsid w:val="002E0CDF"/>
    <w:rsid w:val="002E131A"/>
    <w:rsid w:val="002E2027"/>
    <w:rsid w:val="002E21B1"/>
    <w:rsid w:val="002E2DD0"/>
    <w:rsid w:val="002E2F15"/>
    <w:rsid w:val="002E339D"/>
    <w:rsid w:val="002E3FC6"/>
    <w:rsid w:val="002F03B6"/>
    <w:rsid w:val="002F1265"/>
    <w:rsid w:val="00300CCB"/>
    <w:rsid w:val="00301E4A"/>
    <w:rsid w:val="00304A12"/>
    <w:rsid w:val="003055CF"/>
    <w:rsid w:val="00306DF8"/>
    <w:rsid w:val="0030772C"/>
    <w:rsid w:val="00307ED1"/>
    <w:rsid w:val="00310B6C"/>
    <w:rsid w:val="003165FB"/>
    <w:rsid w:val="00316CAE"/>
    <w:rsid w:val="00316DF8"/>
    <w:rsid w:val="00317193"/>
    <w:rsid w:val="003204A9"/>
    <w:rsid w:val="00324B48"/>
    <w:rsid w:val="00327165"/>
    <w:rsid w:val="00330F8D"/>
    <w:rsid w:val="00332034"/>
    <w:rsid w:val="00333311"/>
    <w:rsid w:val="003335B8"/>
    <w:rsid w:val="00337A2E"/>
    <w:rsid w:val="00337D46"/>
    <w:rsid w:val="0034257B"/>
    <w:rsid w:val="003471C6"/>
    <w:rsid w:val="0034741D"/>
    <w:rsid w:val="00350656"/>
    <w:rsid w:val="0036059A"/>
    <w:rsid w:val="003626E0"/>
    <w:rsid w:val="003647F1"/>
    <w:rsid w:val="003662DE"/>
    <w:rsid w:val="0036647A"/>
    <w:rsid w:val="00366DF2"/>
    <w:rsid w:val="003718DC"/>
    <w:rsid w:val="00371F35"/>
    <w:rsid w:val="003721F3"/>
    <w:rsid w:val="003724BC"/>
    <w:rsid w:val="00373177"/>
    <w:rsid w:val="00374628"/>
    <w:rsid w:val="00377BEA"/>
    <w:rsid w:val="00380A29"/>
    <w:rsid w:val="00382B9B"/>
    <w:rsid w:val="00385933"/>
    <w:rsid w:val="0038668B"/>
    <w:rsid w:val="00391D4F"/>
    <w:rsid w:val="003A25AF"/>
    <w:rsid w:val="003A2AEA"/>
    <w:rsid w:val="003A2EF2"/>
    <w:rsid w:val="003A3E31"/>
    <w:rsid w:val="003A4445"/>
    <w:rsid w:val="003A5CDB"/>
    <w:rsid w:val="003B15ED"/>
    <w:rsid w:val="003B21FF"/>
    <w:rsid w:val="003B2E36"/>
    <w:rsid w:val="003B41E3"/>
    <w:rsid w:val="003B5843"/>
    <w:rsid w:val="003B65DE"/>
    <w:rsid w:val="003B7569"/>
    <w:rsid w:val="003C0531"/>
    <w:rsid w:val="003C0703"/>
    <w:rsid w:val="003C1E4C"/>
    <w:rsid w:val="003C4A7A"/>
    <w:rsid w:val="003C5B42"/>
    <w:rsid w:val="003C6299"/>
    <w:rsid w:val="003C6E10"/>
    <w:rsid w:val="003C74F3"/>
    <w:rsid w:val="003D0E7C"/>
    <w:rsid w:val="003D1C34"/>
    <w:rsid w:val="003D2193"/>
    <w:rsid w:val="003D2C9A"/>
    <w:rsid w:val="003D4150"/>
    <w:rsid w:val="003D4739"/>
    <w:rsid w:val="003D4F8B"/>
    <w:rsid w:val="003D6F64"/>
    <w:rsid w:val="003E0481"/>
    <w:rsid w:val="003E37AD"/>
    <w:rsid w:val="003F6BA1"/>
    <w:rsid w:val="0040125A"/>
    <w:rsid w:val="00402FF8"/>
    <w:rsid w:val="0040460E"/>
    <w:rsid w:val="004052A5"/>
    <w:rsid w:val="00405AF3"/>
    <w:rsid w:val="004120BF"/>
    <w:rsid w:val="00416783"/>
    <w:rsid w:val="00416B2F"/>
    <w:rsid w:val="0042103F"/>
    <w:rsid w:val="004251F9"/>
    <w:rsid w:val="004262AB"/>
    <w:rsid w:val="00427DCD"/>
    <w:rsid w:val="004332C6"/>
    <w:rsid w:val="00434B45"/>
    <w:rsid w:val="004355AE"/>
    <w:rsid w:val="0043672E"/>
    <w:rsid w:val="00441C72"/>
    <w:rsid w:val="00442165"/>
    <w:rsid w:val="00443583"/>
    <w:rsid w:val="0044509D"/>
    <w:rsid w:val="00447B20"/>
    <w:rsid w:val="00452967"/>
    <w:rsid w:val="00454C44"/>
    <w:rsid w:val="00456287"/>
    <w:rsid w:val="00460BAB"/>
    <w:rsid w:val="00464CCC"/>
    <w:rsid w:val="00473B68"/>
    <w:rsid w:val="004761AD"/>
    <w:rsid w:val="0047792A"/>
    <w:rsid w:val="0048465E"/>
    <w:rsid w:val="004847A1"/>
    <w:rsid w:val="00485B91"/>
    <w:rsid w:val="00486252"/>
    <w:rsid w:val="0049139F"/>
    <w:rsid w:val="00493FFC"/>
    <w:rsid w:val="00494901"/>
    <w:rsid w:val="0049595E"/>
    <w:rsid w:val="004A15BB"/>
    <w:rsid w:val="004A2533"/>
    <w:rsid w:val="004A568E"/>
    <w:rsid w:val="004A69B4"/>
    <w:rsid w:val="004A6FE7"/>
    <w:rsid w:val="004A7031"/>
    <w:rsid w:val="004B1333"/>
    <w:rsid w:val="004B23AD"/>
    <w:rsid w:val="004B2E6A"/>
    <w:rsid w:val="004B4C24"/>
    <w:rsid w:val="004B6BB4"/>
    <w:rsid w:val="004B6FD2"/>
    <w:rsid w:val="004C0F22"/>
    <w:rsid w:val="004C495D"/>
    <w:rsid w:val="004C503C"/>
    <w:rsid w:val="004C5992"/>
    <w:rsid w:val="004C5D2B"/>
    <w:rsid w:val="004D1714"/>
    <w:rsid w:val="004D1F7F"/>
    <w:rsid w:val="004D3522"/>
    <w:rsid w:val="004D6595"/>
    <w:rsid w:val="004D797A"/>
    <w:rsid w:val="004E137D"/>
    <w:rsid w:val="004E3987"/>
    <w:rsid w:val="004E3AA7"/>
    <w:rsid w:val="004E5D5D"/>
    <w:rsid w:val="004F0759"/>
    <w:rsid w:val="004F1712"/>
    <w:rsid w:val="004F58D7"/>
    <w:rsid w:val="004F63A9"/>
    <w:rsid w:val="004F672F"/>
    <w:rsid w:val="004F691B"/>
    <w:rsid w:val="0050006A"/>
    <w:rsid w:val="00503690"/>
    <w:rsid w:val="00503BAB"/>
    <w:rsid w:val="00507C73"/>
    <w:rsid w:val="00510076"/>
    <w:rsid w:val="00511375"/>
    <w:rsid w:val="005115C0"/>
    <w:rsid w:val="00514807"/>
    <w:rsid w:val="00516006"/>
    <w:rsid w:val="00517A85"/>
    <w:rsid w:val="00520175"/>
    <w:rsid w:val="005221AB"/>
    <w:rsid w:val="005275E5"/>
    <w:rsid w:val="005301EE"/>
    <w:rsid w:val="00533CB0"/>
    <w:rsid w:val="00535371"/>
    <w:rsid w:val="00535669"/>
    <w:rsid w:val="005450C7"/>
    <w:rsid w:val="00545E4B"/>
    <w:rsid w:val="00547759"/>
    <w:rsid w:val="00547983"/>
    <w:rsid w:val="00555212"/>
    <w:rsid w:val="00557AAC"/>
    <w:rsid w:val="00561D41"/>
    <w:rsid w:val="005655EC"/>
    <w:rsid w:val="00565E3C"/>
    <w:rsid w:val="005729C2"/>
    <w:rsid w:val="0057420A"/>
    <w:rsid w:val="00574F20"/>
    <w:rsid w:val="00575888"/>
    <w:rsid w:val="0057699E"/>
    <w:rsid w:val="00577AD6"/>
    <w:rsid w:val="0058084F"/>
    <w:rsid w:val="00580B91"/>
    <w:rsid w:val="00584DCC"/>
    <w:rsid w:val="00587822"/>
    <w:rsid w:val="00587C5F"/>
    <w:rsid w:val="005A1AE4"/>
    <w:rsid w:val="005A26F6"/>
    <w:rsid w:val="005A2E4D"/>
    <w:rsid w:val="005A4482"/>
    <w:rsid w:val="005A6112"/>
    <w:rsid w:val="005A6413"/>
    <w:rsid w:val="005B06FF"/>
    <w:rsid w:val="005B1457"/>
    <w:rsid w:val="005B287B"/>
    <w:rsid w:val="005B3F73"/>
    <w:rsid w:val="005B4557"/>
    <w:rsid w:val="005B6348"/>
    <w:rsid w:val="005B67EB"/>
    <w:rsid w:val="005C0FBE"/>
    <w:rsid w:val="005C3D73"/>
    <w:rsid w:val="005C3F7F"/>
    <w:rsid w:val="005C47F3"/>
    <w:rsid w:val="005C52D4"/>
    <w:rsid w:val="005C6130"/>
    <w:rsid w:val="005D1457"/>
    <w:rsid w:val="005D481E"/>
    <w:rsid w:val="005D49F8"/>
    <w:rsid w:val="005D4CFD"/>
    <w:rsid w:val="005D5830"/>
    <w:rsid w:val="005E380C"/>
    <w:rsid w:val="005E3E42"/>
    <w:rsid w:val="005E7A6B"/>
    <w:rsid w:val="005F2717"/>
    <w:rsid w:val="006012EC"/>
    <w:rsid w:val="00605288"/>
    <w:rsid w:val="00607711"/>
    <w:rsid w:val="00610B02"/>
    <w:rsid w:val="006124A7"/>
    <w:rsid w:val="00612A21"/>
    <w:rsid w:val="00613EF3"/>
    <w:rsid w:val="006151D1"/>
    <w:rsid w:val="006208BB"/>
    <w:rsid w:val="006225AF"/>
    <w:rsid w:val="0062537B"/>
    <w:rsid w:val="00625E83"/>
    <w:rsid w:val="00636A62"/>
    <w:rsid w:val="0064332F"/>
    <w:rsid w:val="00644BA4"/>
    <w:rsid w:val="00645B41"/>
    <w:rsid w:val="00655B83"/>
    <w:rsid w:val="00656DE7"/>
    <w:rsid w:val="00657BCD"/>
    <w:rsid w:val="006652B4"/>
    <w:rsid w:val="006672DB"/>
    <w:rsid w:val="00667883"/>
    <w:rsid w:val="0067126B"/>
    <w:rsid w:val="006745C2"/>
    <w:rsid w:val="00676582"/>
    <w:rsid w:val="006816C4"/>
    <w:rsid w:val="00682BCE"/>
    <w:rsid w:val="00682DD2"/>
    <w:rsid w:val="00682E15"/>
    <w:rsid w:val="0068387B"/>
    <w:rsid w:val="00683E9F"/>
    <w:rsid w:val="006846BA"/>
    <w:rsid w:val="00685C30"/>
    <w:rsid w:val="00693013"/>
    <w:rsid w:val="006930C2"/>
    <w:rsid w:val="006958CE"/>
    <w:rsid w:val="00696C04"/>
    <w:rsid w:val="00697680"/>
    <w:rsid w:val="0069795E"/>
    <w:rsid w:val="00697D16"/>
    <w:rsid w:val="006A3E44"/>
    <w:rsid w:val="006A5102"/>
    <w:rsid w:val="006A68DD"/>
    <w:rsid w:val="006B05E8"/>
    <w:rsid w:val="006B22C0"/>
    <w:rsid w:val="006B2481"/>
    <w:rsid w:val="006B478E"/>
    <w:rsid w:val="006B5496"/>
    <w:rsid w:val="006B68F0"/>
    <w:rsid w:val="006C15AD"/>
    <w:rsid w:val="006C1818"/>
    <w:rsid w:val="006D749E"/>
    <w:rsid w:val="006E04BA"/>
    <w:rsid w:val="006E2868"/>
    <w:rsid w:val="006E4995"/>
    <w:rsid w:val="006E6E27"/>
    <w:rsid w:val="006F1485"/>
    <w:rsid w:val="006F1566"/>
    <w:rsid w:val="006F45BB"/>
    <w:rsid w:val="006F62BC"/>
    <w:rsid w:val="006F750D"/>
    <w:rsid w:val="00704459"/>
    <w:rsid w:val="00705800"/>
    <w:rsid w:val="00707351"/>
    <w:rsid w:val="00710866"/>
    <w:rsid w:val="0071159E"/>
    <w:rsid w:val="00715441"/>
    <w:rsid w:val="00720FDB"/>
    <w:rsid w:val="00721A6F"/>
    <w:rsid w:val="0072215F"/>
    <w:rsid w:val="00722557"/>
    <w:rsid w:val="00723B2D"/>
    <w:rsid w:val="0072664E"/>
    <w:rsid w:val="00730E32"/>
    <w:rsid w:val="00733574"/>
    <w:rsid w:val="00733677"/>
    <w:rsid w:val="0073764E"/>
    <w:rsid w:val="00743747"/>
    <w:rsid w:val="007439FA"/>
    <w:rsid w:val="007445F4"/>
    <w:rsid w:val="0074547C"/>
    <w:rsid w:val="00745E5D"/>
    <w:rsid w:val="007474AA"/>
    <w:rsid w:val="00751026"/>
    <w:rsid w:val="007521E5"/>
    <w:rsid w:val="00752894"/>
    <w:rsid w:val="0075329E"/>
    <w:rsid w:val="00755711"/>
    <w:rsid w:val="00755C84"/>
    <w:rsid w:val="007626AB"/>
    <w:rsid w:val="00763E4C"/>
    <w:rsid w:val="00763FB9"/>
    <w:rsid w:val="00764BF5"/>
    <w:rsid w:val="00766433"/>
    <w:rsid w:val="00766DAA"/>
    <w:rsid w:val="00767262"/>
    <w:rsid w:val="007731F8"/>
    <w:rsid w:val="00773F58"/>
    <w:rsid w:val="007805BB"/>
    <w:rsid w:val="007825B0"/>
    <w:rsid w:val="00782F21"/>
    <w:rsid w:val="00783CC6"/>
    <w:rsid w:val="00785D1D"/>
    <w:rsid w:val="0078650B"/>
    <w:rsid w:val="00787DE5"/>
    <w:rsid w:val="00791AD9"/>
    <w:rsid w:val="00793136"/>
    <w:rsid w:val="0079544C"/>
    <w:rsid w:val="00795461"/>
    <w:rsid w:val="00795E36"/>
    <w:rsid w:val="00796FB9"/>
    <w:rsid w:val="007A1B4C"/>
    <w:rsid w:val="007A44E3"/>
    <w:rsid w:val="007A4BD5"/>
    <w:rsid w:val="007A5161"/>
    <w:rsid w:val="007A55F6"/>
    <w:rsid w:val="007A5E2F"/>
    <w:rsid w:val="007A5F2E"/>
    <w:rsid w:val="007A71B3"/>
    <w:rsid w:val="007B276A"/>
    <w:rsid w:val="007B3685"/>
    <w:rsid w:val="007B3950"/>
    <w:rsid w:val="007B4E27"/>
    <w:rsid w:val="007B54C2"/>
    <w:rsid w:val="007B6683"/>
    <w:rsid w:val="007C6B29"/>
    <w:rsid w:val="007D2525"/>
    <w:rsid w:val="007D2995"/>
    <w:rsid w:val="007D3E7D"/>
    <w:rsid w:val="007D4708"/>
    <w:rsid w:val="007D63B8"/>
    <w:rsid w:val="007D783D"/>
    <w:rsid w:val="007E4645"/>
    <w:rsid w:val="007E4DAC"/>
    <w:rsid w:val="007F0053"/>
    <w:rsid w:val="007F046C"/>
    <w:rsid w:val="007F2542"/>
    <w:rsid w:val="007F2B56"/>
    <w:rsid w:val="007F2CEC"/>
    <w:rsid w:val="007F6848"/>
    <w:rsid w:val="007F6A51"/>
    <w:rsid w:val="007F7B95"/>
    <w:rsid w:val="0080188E"/>
    <w:rsid w:val="008039D0"/>
    <w:rsid w:val="008102E9"/>
    <w:rsid w:val="008106F8"/>
    <w:rsid w:val="008130E9"/>
    <w:rsid w:val="00815B27"/>
    <w:rsid w:val="00816FEE"/>
    <w:rsid w:val="00817930"/>
    <w:rsid w:val="00820997"/>
    <w:rsid w:val="00822B5A"/>
    <w:rsid w:val="00822DD0"/>
    <w:rsid w:val="008233D9"/>
    <w:rsid w:val="00826482"/>
    <w:rsid w:val="008278B3"/>
    <w:rsid w:val="0083131B"/>
    <w:rsid w:val="00831D0D"/>
    <w:rsid w:val="00834BBC"/>
    <w:rsid w:val="00840543"/>
    <w:rsid w:val="008447CA"/>
    <w:rsid w:val="00846628"/>
    <w:rsid w:val="00852C15"/>
    <w:rsid w:val="00854DC8"/>
    <w:rsid w:val="008553F3"/>
    <w:rsid w:val="008567A6"/>
    <w:rsid w:val="00857FB2"/>
    <w:rsid w:val="00860B4D"/>
    <w:rsid w:val="008646CF"/>
    <w:rsid w:val="00870726"/>
    <w:rsid w:val="008709FF"/>
    <w:rsid w:val="008712A1"/>
    <w:rsid w:val="00871C77"/>
    <w:rsid w:val="008749BE"/>
    <w:rsid w:val="00874CA3"/>
    <w:rsid w:val="00874EDB"/>
    <w:rsid w:val="00877C0B"/>
    <w:rsid w:val="00880C12"/>
    <w:rsid w:val="00880C13"/>
    <w:rsid w:val="00881146"/>
    <w:rsid w:val="008823DE"/>
    <w:rsid w:val="00882B73"/>
    <w:rsid w:val="008842F1"/>
    <w:rsid w:val="008843BA"/>
    <w:rsid w:val="008850B8"/>
    <w:rsid w:val="008912E5"/>
    <w:rsid w:val="0089279A"/>
    <w:rsid w:val="008954CD"/>
    <w:rsid w:val="00896EC1"/>
    <w:rsid w:val="008974FF"/>
    <w:rsid w:val="008A1F6A"/>
    <w:rsid w:val="008A2275"/>
    <w:rsid w:val="008A486A"/>
    <w:rsid w:val="008A6C85"/>
    <w:rsid w:val="008A7097"/>
    <w:rsid w:val="008B0F42"/>
    <w:rsid w:val="008B1A16"/>
    <w:rsid w:val="008B34DE"/>
    <w:rsid w:val="008B4240"/>
    <w:rsid w:val="008B5A92"/>
    <w:rsid w:val="008B63D6"/>
    <w:rsid w:val="008B713E"/>
    <w:rsid w:val="008C3CFE"/>
    <w:rsid w:val="008C3D99"/>
    <w:rsid w:val="008C3E09"/>
    <w:rsid w:val="008C417C"/>
    <w:rsid w:val="008C5CE7"/>
    <w:rsid w:val="008C7C60"/>
    <w:rsid w:val="008D2644"/>
    <w:rsid w:val="008D3148"/>
    <w:rsid w:val="008D3C47"/>
    <w:rsid w:val="008D3DCA"/>
    <w:rsid w:val="008D72CA"/>
    <w:rsid w:val="008D766A"/>
    <w:rsid w:val="008D76FE"/>
    <w:rsid w:val="008E2F0A"/>
    <w:rsid w:val="008E487A"/>
    <w:rsid w:val="008E7569"/>
    <w:rsid w:val="008F05CF"/>
    <w:rsid w:val="008F09C7"/>
    <w:rsid w:val="008F2A2D"/>
    <w:rsid w:val="008F44A1"/>
    <w:rsid w:val="008F5407"/>
    <w:rsid w:val="008F6985"/>
    <w:rsid w:val="0090546A"/>
    <w:rsid w:val="00906EFA"/>
    <w:rsid w:val="0090794E"/>
    <w:rsid w:val="00912AB6"/>
    <w:rsid w:val="00913A3A"/>
    <w:rsid w:val="0091456C"/>
    <w:rsid w:val="0091629B"/>
    <w:rsid w:val="00917F95"/>
    <w:rsid w:val="00924184"/>
    <w:rsid w:val="00925DD6"/>
    <w:rsid w:val="0092732C"/>
    <w:rsid w:val="009343AD"/>
    <w:rsid w:val="0093635B"/>
    <w:rsid w:val="0093797E"/>
    <w:rsid w:val="00946DC8"/>
    <w:rsid w:val="00947B73"/>
    <w:rsid w:val="00947CBD"/>
    <w:rsid w:val="009503AA"/>
    <w:rsid w:val="00950F9C"/>
    <w:rsid w:val="009522C8"/>
    <w:rsid w:val="00953C72"/>
    <w:rsid w:val="00954F22"/>
    <w:rsid w:val="009576AA"/>
    <w:rsid w:val="0096403F"/>
    <w:rsid w:val="0096753C"/>
    <w:rsid w:val="009700D7"/>
    <w:rsid w:val="00970747"/>
    <w:rsid w:val="00970B5A"/>
    <w:rsid w:val="00973920"/>
    <w:rsid w:val="0097773F"/>
    <w:rsid w:val="0098143F"/>
    <w:rsid w:val="009828E3"/>
    <w:rsid w:val="00984673"/>
    <w:rsid w:val="00986046"/>
    <w:rsid w:val="0098674F"/>
    <w:rsid w:val="00987579"/>
    <w:rsid w:val="00993B53"/>
    <w:rsid w:val="00995CFA"/>
    <w:rsid w:val="00997E7D"/>
    <w:rsid w:val="009A2C66"/>
    <w:rsid w:val="009A2DFD"/>
    <w:rsid w:val="009A4BA5"/>
    <w:rsid w:val="009A5030"/>
    <w:rsid w:val="009A521F"/>
    <w:rsid w:val="009A548D"/>
    <w:rsid w:val="009A7139"/>
    <w:rsid w:val="009B1483"/>
    <w:rsid w:val="009B1751"/>
    <w:rsid w:val="009B214F"/>
    <w:rsid w:val="009B282D"/>
    <w:rsid w:val="009B5913"/>
    <w:rsid w:val="009C2234"/>
    <w:rsid w:val="009C29ED"/>
    <w:rsid w:val="009C35B0"/>
    <w:rsid w:val="009C5773"/>
    <w:rsid w:val="009C6189"/>
    <w:rsid w:val="009C6974"/>
    <w:rsid w:val="009C7AE2"/>
    <w:rsid w:val="009D2E2A"/>
    <w:rsid w:val="009D2E7E"/>
    <w:rsid w:val="009E2C7A"/>
    <w:rsid w:val="009E5777"/>
    <w:rsid w:val="009E7B4E"/>
    <w:rsid w:val="009F0042"/>
    <w:rsid w:val="009F12B9"/>
    <w:rsid w:val="009F3593"/>
    <w:rsid w:val="009F6B7B"/>
    <w:rsid w:val="009F7A59"/>
    <w:rsid w:val="009F7B2A"/>
    <w:rsid w:val="00A0111C"/>
    <w:rsid w:val="00A01947"/>
    <w:rsid w:val="00A0489E"/>
    <w:rsid w:val="00A049D6"/>
    <w:rsid w:val="00A04C3E"/>
    <w:rsid w:val="00A11332"/>
    <w:rsid w:val="00A176F8"/>
    <w:rsid w:val="00A20824"/>
    <w:rsid w:val="00A25E64"/>
    <w:rsid w:val="00A26576"/>
    <w:rsid w:val="00A31061"/>
    <w:rsid w:val="00A35EE7"/>
    <w:rsid w:val="00A36605"/>
    <w:rsid w:val="00A37F74"/>
    <w:rsid w:val="00A40A1A"/>
    <w:rsid w:val="00A40A6E"/>
    <w:rsid w:val="00A42E4C"/>
    <w:rsid w:val="00A42F72"/>
    <w:rsid w:val="00A45855"/>
    <w:rsid w:val="00A467D9"/>
    <w:rsid w:val="00A50552"/>
    <w:rsid w:val="00A5172A"/>
    <w:rsid w:val="00A53CF6"/>
    <w:rsid w:val="00A55202"/>
    <w:rsid w:val="00A56090"/>
    <w:rsid w:val="00A565FF"/>
    <w:rsid w:val="00A56BCD"/>
    <w:rsid w:val="00A626E6"/>
    <w:rsid w:val="00A66686"/>
    <w:rsid w:val="00A70489"/>
    <w:rsid w:val="00A71847"/>
    <w:rsid w:val="00A7267A"/>
    <w:rsid w:val="00A72948"/>
    <w:rsid w:val="00A74768"/>
    <w:rsid w:val="00A74F26"/>
    <w:rsid w:val="00A77157"/>
    <w:rsid w:val="00A77B45"/>
    <w:rsid w:val="00A81DFD"/>
    <w:rsid w:val="00A82A64"/>
    <w:rsid w:val="00A860D5"/>
    <w:rsid w:val="00A8776A"/>
    <w:rsid w:val="00A90CE5"/>
    <w:rsid w:val="00A90F5D"/>
    <w:rsid w:val="00A91C1D"/>
    <w:rsid w:val="00A95DA0"/>
    <w:rsid w:val="00A96F1B"/>
    <w:rsid w:val="00AA2F6B"/>
    <w:rsid w:val="00AA32E1"/>
    <w:rsid w:val="00AA5682"/>
    <w:rsid w:val="00AA5DF7"/>
    <w:rsid w:val="00AB28E9"/>
    <w:rsid w:val="00AB32D0"/>
    <w:rsid w:val="00AB79C4"/>
    <w:rsid w:val="00AC0CBB"/>
    <w:rsid w:val="00AC1FEC"/>
    <w:rsid w:val="00AC3E33"/>
    <w:rsid w:val="00AC6373"/>
    <w:rsid w:val="00AC6636"/>
    <w:rsid w:val="00AD4705"/>
    <w:rsid w:val="00AD4EA6"/>
    <w:rsid w:val="00AD5479"/>
    <w:rsid w:val="00AD5DAF"/>
    <w:rsid w:val="00AE67F4"/>
    <w:rsid w:val="00AE7497"/>
    <w:rsid w:val="00AE780A"/>
    <w:rsid w:val="00AF165C"/>
    <w:rsid w:val="00AF1A33"/>
    <w:rsid w:val="00AF4E9B"/>
    <w:rsid w:val="00AF69EE"/>
    <w:rsid w:val="00AF72DC"/>
    <w:rsid w:val="00B018C5"/>
    <w:rsid w:val="00B035B2"/>
    <w:rsid w:val="00B03BC1"/>
    <w:rsid w:val="00B04DF8"/>
    <w:rsid w:val="00B1239E"/>
    <w:rsid w:val="00B12BB8"/>
    <w:rsid w:val="00B15257"/>
    <w:rsid w:val="00B1741D"/>
    <w:rsid w:val="00B1789C"/>
    <w:rsid w:val="00B21EAF"/>
    <w:rsid w:val="00B221EB"/>
    <w:rsid w:val="00B34A52"/>
    <w:rsid w:val="00B35EF2"/>
    <w:rsid w:val="00B37D6E"/>
    <w:rsid w:val="00B4231B"/>
    <w:rsid w:val="00B43049"/>
    <w:rsid w:val="00B454A6"/>
    <w:rsid w:val="00B50596"/>
    <w:rsid w:val="00B52C6E"/>
    <w:rsid w:val="00B54B7D"/>
    <w:rsid w:val="00B55704"/>
    <w:rsid w:val="00B611BF"/>
    <w:rsid w:val="00B62A6B"/>
    <w:rsid w:val="00B6681D"/>
    <w:rsid w:val="00B70FEE"/>
    <w:rsid w:val="00B7277C"/>
    <w:rsid w:val="00B7435D"/>
    <w:rsid w:val="00B760C0"/>
    <w:rsid w:val="00B81432"/>
    <w:rsid w:val="00B814A3"/>
    <w:rsid w:val="00B8191E"/>
    <w:rsid w:val="00B834B2"/>
    <w:rsid w:val="00B84665"/>
    <w:rsid w:val="00B848D4"/>
    <w:rsid w:val="00B851CD"/>
    <w:rsid w:val="00B87A1B"/>
    <w:rsid w:val="00B9207D"/>
    <w:rsid w:val="00B92A14"/>
    <w:rsid w:val="00B95A6D"/>
    <w:rsid w:val="00B960C6"/>
    <w:rsid w:val="00B967D4"/>
    <w:rsid w:val="00BA2A6D"/>
    <w:rsid w:val="00BA3BDF"/>
    <w:rsid w:val="00BA3CC5"/>
    <w:rsid w:val="00BA49AF"/>
    <w:rsid w:val="00BA4ECF"/>
    <w:rsid w:val="00BA7D57"/>
    <w:rsid w:val="00BB179F"/>
    <w:rsid w:val="00BB1B5E"/>
    <w:rsid w:val="00BB3A20"/>
    <w:rsid w:val="00BB6657"/>
    <w:rsid w:val="00BB6CD8"/>
    <w:rsid w:val="00BB6F23"/>
    <w:rsid w:val="00BC0E18"/>
    <w:rsid w:val="00BC0FD9"/>
    <w:rsid w:val="00BC3FC5"/>
    <w:rsid w:val="00BC66E6"/>
    <w:rsid w:val="00BC7D3F"/>
    <w:rsid w:val="00BD0C1D"/>
    <w:rsid w:val="00BD274F"/>
    <w:rsid w:val="00BD32D6"/>
    <w:rsid w:val="00BD4A6C"/>
    <w:rsid w:val="00BD505D"/>
    <w:rsid w:val="00BD6C9A"/>
    <w:rsid w:val="00BE1A23"/>
    <w:rsid w:val="00BE1CE2"/>
    <w:rsid w:val="00BE206B"/>
    <w:rsid w:val="00BE568A"/>
    <w:rsid w:val="00BE5AEC"/>
    <w:rsid w:val="00BF1821"/>
    <w:rsid w:val="00BF4B4C"/>
    <w:rsid w:val="00C02245"/>
    <w:rsid w:val="00C02648"/>
    <w:rsid w:val="00C03B5B"/>
    <w:rsid w:val="00C0562D"/>
    <w:rsid w:val="00C102D6"/>
    <w:rsid w:val="00C12E81"/>
    <w:rsid w:val="00C1483E"/>
    <w:rsid w:val="00C14FA3"/>
    <w:rsid w:val="00C16EE0"/>
    <w:rsid w:val="00C1711D"/>
    <w:rsid w:val="00C21E93"/>
    <w:rsid w:val="00C2273B"/>
    <w:rsid w:val="00C238D4"/>
    <w:rsid w:val="00C248DC"/>
    <w:rsid w:val="00C26FA7"/>
    <w:rsid w:val="00C3055D"/>
    <w:rsid w:val="00C316B0"/>
    <w:rsid w:val="00C328D9"/>
    <w:rsid w:val="00C329A3"/>
    <w:rsid w:val="00C32D31"/>
    <w:rsid w:val="00C34A3C"/>
    <w:rsid w:val="00C34BB8"/>
    <w:rsid w:val="00C3544F"/>
    <w:rsid w:val="00C355FB"/>
    <w:rsid w:val="00C3668D"/>
    <w:rsid w:val="00C37D23"/>
    <w:rsid w:val="00C403F0"/>
    <w:rsid w:val="00C420C5"/>
    <w:rsid w:val="00C42289"/>
    <w:rsid w:val="00C46032"/>
    <w:rsid w:val="00C52377"/>
    <w:rsid w:val="00C54E7E"/>
    <w:rsid w:val="00C57A6A"/>
    <w:rsid w:val="00C60AAE"/>
    <w:rsid w:val="00C63BFA"/>
    <w:rsid w:val="00C6415F"/>
    <w:rsid w:val="00C64AAE"/>
    <w:rsid w:val="00C64ABC"/>
    <w:rsid w:val="00C67B76"/>
    <w:rsid w:val="00C721E1"/>
    <w:rsid w:val="00C72F9D"/>
    <w:rsid w:val="00C73523"/>
    <w:rsid w:val="00C75643"/>
    <w:rsid w:val="00C7699B"/>
    <w:rsid w:val="00C82D3C"/>
    <w:rsid w:val="00C86794"/>
    <w:rsid w:val="00C90F5E"/>
    <w:rsid w:val="00C92B40"/>
    <w:rsid w:val="00C95523"/>
    <w:rsid w:val="00C95920"/>
    <w:rsid w:val="00C976DB"/>
    <w:rsid w:val="00CA064F"/>
    <w:rsid w:val="00CA28E2"/>
    <w:rsid w:val="00CA2DF1"/>
    <w:rsid w:val="00CA3813"/>
    <w:rsid w:val="00CA68E6"/>
    <w:rsid w:val="00CB11A0"/>
    <w:rsid w:val="00CB1E77"/>
    <w:rsid w:val="00CB2F7E"/>
    <w:rsid w:val="00CB3186"/>
    <w:rsid w:val="00CC31CF"/>
    <w:rsid w:val="00CC424C"/>
    <w:rsid w:val="00CC5336"/>
    <w:rsid w:val="00CC5561"/>
    <w:rsid w:val="00CC5CD0"/>
    <w:rsid w:val="00CC7178"/>
    <w:rsid w:val="00CD2AC7"/>
    <w:rsid w:val="00CD3B3C"/>
    <w:rsid w:val="00CD5CA1"/>
    <w:rsid w:val="00CD6F46"/>
    <w:rsid w:val="00CE3634"/>
    <w:rsid w:val="00CE6367"/>
    <w:rsid w:val="00CE681C"/>
    <w:rsid w:val="00CE6E5C"/>
    <w:rsid w:val="00CE7028"/>
    <w:rsid w:val="00CF3BEC"/>
    <w:rsid w:val="00CF60F1"/>
    <w:rsid w:val="00D02676"/>
    <w:rsid w:val="00D04F8E"/>
    <w:rsid w:val="00D04FA4"/>
    <w:rsid w:val="00D07840"/>
    <w:rsid w:val="00D157F7"/>
    <w:rsid w:val="00D1584C"/>
    <w:rsid w:val="00D17F39"/>
    <w:rsid w:val="00D2442E"/>
    <w:rsid w:val="00D26FD5"/>
    <w:rsid w:val="00D339EB"/>
    <w:rsid w:val="00D33D11"/>
    <w:rsid w:val="00D375E9"/>
    <w:rsid w:val="00D378D2"/>
    <w:rsid w:val="00D4139A"/>
    <w:rsid w:val="00D4225B"/>
    <w:rsid w:val="00D448E9"/>
    <w:rsid w:val="00D466C5"/>
    <w:rsid w:val="00D51C2F"/>
    <w:rsid w:val="00D53626"/>
    <w:rsid w:val="00D624BA"/>
    <w:rsid w:val="00D6384A"/>
    <w:rsid w:val="00D643DE"/>
    <w:rsid w:val="00D65A7A"/>
    <w:rsid w:val="00D661F5"/>
    <w:rsid w:val="00D6663B"/>
    <w:rsid w:val="00D66A7E"/>
    <w:rsid w:val="00D67108"/>
    <w:rsid w:val="00D72F87"/>
    <w:rsid w:val="00D7333E"/>
    <w:rsid w:val="00D75CB4"/>
    <w:rsid w:val="00D768EF"/>
    <w:rsid w:val="00D76EF4"/>
    <w:rsid w:val="00D776AD"/>
    <w:rsid w:val="00D77DC2"/>
    <w:rsid w:val="00D81B84"/>
    <w:rsid w:val="00D83F62"/>
    <w:rsid w:val="00D84026"/>
    <w:rsid w:val="00D86277"/>
    <w:rsid w:val="00D9394D"/>
    <w:rsid w:val="00D94495"/>
    <w:rsid w:val="00D95F9A"/>
    <w:rsid w:val="00D97630"/>
    <w:rsid w:val="00D97DE6"/>
    <w:rsid w:val="00D97E82"/>
    <w:rsid w:val="00DA2261"/>
    <w:rsid w:val="00DA2538"/>
    <w:rsid w:val="00DA3D5A"/>
    <w:rsid w:val="00DA5F29"/>
    <w:rsid w:val="00DA67CB"/>
    <w:rsid w:val="00DA6DA4"/>
    <w:rsid w:val="00DB500E"/>
    <w:rsid w:val="00DC1060"/>
    <w:rsid w:val="00DC5DCC"/>
    <w:rsid w:val="00DD44BC"/>
    <w:rsid w:val="00DE4F79"/>
    <w:rsid w:val="00DF1E9F"/>
    <w:rsid w:val="00DF6461"/>
    <w:rsid w:val="00E04624"/>
    <w:rsid w:val="00E05D50"/>
    <w:rsid w:val="00E07025"/>
    <w:rsid w:val="00E10752"/>
    <w:rsid w:val="00E137B7"/>
    <w:rsid w:val="00E2060A"/>
    <w:rsid w:val="00E20BBA"/>
    <w:rsid w:val="00E21865"/>
    <w:rsid w:val="00E21C5B"/>
    <w:rsid w:val="00E22321"/>
    <w:rsid w:val="00E235CA"/>
    <w:rsid w:val="00E30A80"/>
    <w:rsid w:val="00E30E9F"/>
    <w:rsid w:val="00E31E2B"/>
    <w:rsid w:val="00E322C9"/>
    <w:rsid w:val="00E32F52"/>
    <w:rsid w:val="00E33136"/>
    <w:rsid w:val="00E34155"/>
    <w:rsid w:val="00E35F7B"/>
    <w:rsid w:val="00E37360"/>
    <w:rsid w:val="00E37510"/>
    <w:rsid w:val="00E41F3F"/>
    <w:rsid w:val="00E45248"/>
    <w:rsid w:val="00E54B6E"/>
    <w:rsid w:val="00E5630D"/>
    <w:rsid w:val="00E574FA"/>
    <w:rsid w:val="00E60421"/>
    <w:rsid w:val="00E6470B"/>
    <w:rsid w:val="00E64BB0"/>
    <w:rsid w:val="00E66711"/>
    <w:rsid w:val="00E67A02"/>
    <w:rsid w:val="00E70A5B"/>
    <w:rsid w:val="00E72715"/>
    <w:rsid w:val="00E73E62"/>
    <w:rsid w:val="00E76DDC"/>
    <w:rsid w:val="00E80136"/>
    <w:rsid w:val="00E8171F"/>
    <w:rsid w:val="00E828F8"/>
    <w:rsid w:val="00E84DAA"/>
    <w:rsid w:val="00E87677"/>
    <w:rsid w:val="00E902A5"/>
    <w:rsid w:val="00E9251F"/>
    <w:rsid w:val="00E953F4"/>
    <w:rsid w:val="00E955AA"/>
    <w:rsid w:val="00E95C0A"/>
    <w:rsid w:val="00E96573"/>
    <w:rsid w:val="00E96C73"/>
    <w:rsid w:val="00E96EC2"/>
    <w:rsid w:val="00EA0E9F"/>
    <w:rsid w:val="00EA172E"/>
    <w:rsid w:val="00EA28D4"/>
    <w:rsid w:val="00EA3C42"/>
    <w:rsid w:val="00EA3F2F"/>
    <w:rsid w:val="00EA40EB"/>
    <w:rsid w:val="00EA5BE1"/>
    <w:rsid w:val="00EA72D6"/>
    <w:rsid w:val="00EB0501"/>
    <w:rsid w:val="00EB2A3C"/>
    <w:rsid w:val="00EB5E6D"/>
    <w:rsid w:val="00EB7C8C"/>
    <w:rsid w:val="00EC2B27"/>
    <w:rsid w:val="00ED3244"/>
    <w:rsid w:val="00ED343C"/>
    <w:rsid w:val="00ED4B66"/>
    <w:rsid w:val="00ED567D"/>
    <w:rsid w:val="00ED63C8"/>
    <w:rsid w:val="00ED7907"/>
    <w:rsid w:val="00ED7B54"/>
    <w:rsid w:val="00EE023D"/>
    <w:rsid w:val="00EE07FC"/>
    <w:rsid w:val="00EE270A"/>
    <w:rsid w:val="00EE290C"/>
    <w:rsid w:val="00EE6819"/>
    <w:rsid w:val="00EE6AA7"/>
    <w:rsid w:val="00EF1693"/>
    <w:rsid w:val="00EF4014"/>
    <w:rsid w:val="00EF4F5B"/>
    <w:rsid w:val="00F0100F"/>
    <w:rsid w:val="00F015CD"/>
    <w:rsid w:val="00F02E7D"/>
    <w:rsid w:val="00F0438D"/>
    <w:rsid w:val="00F044BA"/>
    <w:rsid w:val="00F10275"/>
    <w:rsid w:val="00F1486F"/>
    <w:rsid w:val="00F159CA"/>
    <w:rsid w:val="00F17894"/>
    <w:rsid w:val="00F26DFB"/>
    <w:rsid w:val="00F27859"/>
    <w:rsid w:val="00F33911"/>
    <w:rsid w:val="00F35BCB"/>
    <w:rsid w:val="00F41628"/>
    <w:rsid w:val="00F45552"/>
    <w:rsid w:val="00F52F79"/>
    <w:rsid w:val="00F53690"/>
    <w:rsid w:val="00F53A79"/>
    <w:rsid w:val="00F5562D"/>
    <w:rsid w:val="00F55CE0"/>
    <w:rsid w:val="00F5700B"/>
    <w:rsid w:val="00F613F0"/>
    <w:rsid w:val="00F620FA"/>
    <w:rsid w:val="00F62ADA"/>
    <w:rsid w:val="00F6445C"/>
    <w:rsid w:val="00F67518"/>
    <w:rsid w:val="00F75521"/>
    <w:rsid w:val="00F75FA6"/>
    <w:rsid w:val="00F77EC5"/>
    <w:rsid w:val="00F805BA"/>
    <w:rsid w:val="00F81119"/>
    <w:rsid w:val="00F8114C"/>
    <w:rsid w:val="00F825E7"/>
    <w:rsid w:val="00F82D20"/>
    <w:rsid w:val="00F859E3"/>
    <w:rsid w:val="00F904A5"/>
    <w:rsid w:val="00F93692"/>
    <w:rsid w:val="00F95A08"/>
    <w:rsid w:val="00F95A82"/>
    <w:rsid w:val="00F96C7E"/>
    <w:rsid w:val="00FA0628"/>
    <w:rsid w:val="00FA6276"/>
    <w:rsid w:val="00FB04A7"/>
    <w:rsid w:val="00FB2914"/>
    <w:rsid w:val="00FC1066"/>
    <w:rsid w:val="00FC4F48"/>
    <w:rsid w:val="00FC6198"/>
    <w:rsid w:val="00FC658F"/>
    <w:rsid w:val="00FC6A91"/>
    <w:rsid w:val="00FD027E"/>
    <w:rsid w:val="00FD2EFF"/>
    <w:rsid w:val="00FD5BE7"/>
    <w:rsid w:val="00FD7E5B"/>
    <w:rsid w:val="00FE17ED"/>
    <w:rsid w:val="00FE495E"/>
    <w:rsid w:val="00FE658B"/>
    <w:rsid w:val="00FE6FC4"/>
    <w:rsid w:val="00FE7E03"/>
    <w:rsid w:val="00FF0E9A"/>
    <w:rsid w:val="00FF4427"/>
    <w:rsid w:val="00FF4634"/>
    <w:rsid w:val="00FF59F1"/>
    <w:rsid w:val="00FF5F9A"/>
    <w:rsid w:val="03B5734B"/>
    <w:rsid w:val="04B96508"/>
    <w:rsid w:val="05515F32"/>
    <w:rsid w:val="069B2E87"/>
    <w:rsid w:val="06AB2A7F"/>
    <w:rsid w:val="0808622A"/>
    <w:rsid w:val="0AEE7AE8"/>
    <w:rsid w:val="0C3916F8"/>
    <w:rsid w:val="0C4D77AA"/>
    <w:rsid w:val="0C6F32F9"/>
    <w:rsid w:val="0C9E6DF7"/>
    <w:rsid w:val="105A74E4"/>
    <w:rsid w:val="10DD5A17"/>
    <w:rsid w:val="11575448"/>
    <w:rsid w:val="11DF71D0"/>
    <w:rsid w:val="11E943A8"/>
    <w:rsid w:val="13305DC7"/>
    <w:rsid w:val="155F1AA1"/>
    <w:rsid w:val="163C1E22"/>
    <w:rsid w:val="16B34B25"/>
    <w:rsid w:val="173B6FF4"/>
    <w:rsid w:val="173C59AC"/>
    <w:rsid w:val="17663DA6"/>
    <w:rsid w:val="18D409F5"/>
    <w:rsid w:val="18E343F1"/>
    <w:rsid w:val="1A750F96"/>
    <w:rsid w:val="1AAC31E9"/>
    <w:rsid w:val="1C491311"/>
    <w:rsid w:val="1CB07F9C"/>
    <w:rsid w:val="1E2A6014"/>
    <w:rsid w:val="1E9F430C"/>
    <w:rsid w:val="1FF20D67"/>
    <w:rsid w:val="219F1439"/>
    <w:rsid w:val="235A1ACB"/>
    <w:rsid w:val="2638574D"/>
    <w:rsid w:val="27B27D13"/>
    <w:rsid w:val="28416434"/>
    <w:rsid w:val="285443B9"/>
    <w:rsid w:val="29C25891"/>
    <w:rsid w:val="2B755724"/>
    <w:rsid w:val="2B996A20"/>
    <w:rsid w:val="2C4808C5"/>
    <w:rsid w:val="2CDF27A4"/>
    <w:rsid w:val="2CF3064F"/>
    <w:rsid w:val="2D7C0ED6"/>
    <w:rsid w:val="2D8B4E61"/>
    <w:rsid w:val="2E9372BE"/>
    <w:rsid w:val="2F1321AD"/>
    <w:rsid w:val="2F48048B"/>
    <w:rsid w:val="2F834FB2"/>
    <w:rsid w:val="2FB9292A"/>
    <w:rsid w:val="3021264D"/>
    <w:rsid w:val="33BB15A5"/>
    <w:rsid w:val="368E2CC5"/>
    <w:rsid w:val="36A01BBB"/>
    <w:rsid w:val="385C6972"/>
    <w:rsid w:val="39022946"/>
    <w:rsid w:val="3A3F1290"/>
    <w:rsid w:val="3A836438"/>
    <w:rsid w:val="3AF54D84"/>
    <w:rsid w:val="3B68321B"/>
    <w:rsid w:val="3B712943"/>
    <w:rsid w:val="3B756EEA"/>
    <w:rsid w:val="3C94079C"/>
    <w:rsid w:val="3D895D82"/>
    <w:rsid w:val="3DAB55B5"/>
    <w:rsid w:val="3DCD1FF0"/>
    <w:rsid w:val="3E0A6C4B"/>
    <w:rsid w:val="3E314AD1"/>
    <w:rsid w:val="3E561652"/>
    <w:rsid w:val="3E582FF2"/>
    <w:rsid w:val="43F64368"/>
    <w:rsid w:val="44AA74A8"/>
    <w:rsid w:val="45883649"/>
    <w:rsid w:val="46E87C63"/>
    <w:rsid w:val="47FE2E7C"/>
    <w:rsid w:val="485D3098"/>
    <w:rsid w:val="49154277"/>
    <w:rsid w:val="49690EEF"/>
    <w:rsid w:val="4C177779"/>
    <w:rsid w:val="4C5870EC"/>
    <w:rsid w:val="4D203AFA"/>
    <w:rsid w:val="4EDE2348"/>
    <w:rsid w:val="514E5624"/>
    <w:rsid w:val="515E4B00"/>
    <w:rsid w:val="51A82E2D"/>
    <w:rsid w:val="51C45DBE"/>
    <w:rsid w:val="525420E5"/>
    <w:rsid w:val="566A6256"/>
    <w:rsid w:val="56785D5C"/>
    <w:rsid w:val="5733219C"/>
    <w:rsid w:val="5C0007F6"/>
    <w:rsid w:val="5C2E5E86"/>
    <w:rsid w:val="5DAB41F7"/>
    <w:rsid w:val="5EE129BE"/>
    <w:rsid w:val="5EEB612B"/>
    <w:rsid w:val="5F8D2CFE"/>
    <w:rsid w:val="5FCC17D9"/>
    <w:rsid w:val="5FD820A2"/>
    <w:rsid w:val="62976675"/>
    <w:rsid w:val="660D4B01"/>
    <w:rsid w:val="66CB78F2"/>
    <w:rsid w:val="678E44EB"/>
    <w:rsid w:val="68E3245D"/>
    <w:rsid w:val="68EA24F7"/>
    <w:rsid w:val="691A3DDD"/>
    <w:rsid w:val="6A5D6D5B"/>
    <w:rsid w:val="6AD106C8"/>
    <w:rsid w:val="6DDD45E2"/>
    <w:rsid w:val="6F8844A2"/>
    <w:rsid w:val="6FC00FB9"/>
    <w:rsid w:val="6FF40383"/>
    <w:rsid w:val="72B52CFF"/>
    <w:rsid w:val="73FE53F8"/>
    <w:rsid w:val="74956EB9"/>
    <w:rsid w:val="7EAA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A02379C8-C173-4C9F-97FA-2F5D7A6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华文仿宋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3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rFonts w:ascii="Arial" w:eastAsia="黑体" w:hAnsi="Arial" w:cs="Arial"/>
      <w:sz w:val="20"/>
    </w:rPr>
  </w:style>
  <w:style w:type="paragraph" w:styleId="a4">
    <w:name w:val="annotation text"/>
    <w:basedOn w:val="a"/>
    <w:link w:val="Char"/>
    <w:pPr>
      <w:jc w:val="left"/>
    </w:pPr>
  </w:style>
  <w:style w:type="character" w:customStyle="1" w:styleId="Char">
    <w:name w:val="批注文字 Char"/>
    <w:link w:val="a4"/>
    <w:rPr>
      <w:sz w:val="21"/>
    </w:rPr>
  </w:style>
  <w:style w:type="paragraph" w:styleId="a5">
    <w:name w:val="Body Text"/>
    <w:basedOn w:val="a"/>
    <w:pPr>
      <w:spacing w:line="150" w:lineRule="atLeast"/>
      <w:jc w:val="center"/>
    </w:pPr>
  </w:style>
  <w:style w:type="paragraph" w:styleId="a6">
    <w:name w:val="Body Text Indent"/>
    <w:basedOn w:val="a"/>
    <w:pPr>
      <w:spacing w:line="150" w:lineRule="atLeast"/>
      <w:ind w:firstLineChars="200" w:firstLine="420"/>
    </w:pPr>
  </w:style>
  <w:style w:type="paragraph" w:styleId="a7">
    <w:name w:val="Balloon Text"/>
    <w:basedOn w:val="a"/>
    <w:semiHidden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2">
    <w:name w:val="Body Text 2"/>
    <w:basedOn w:val="a"/>
    <w:pPr>
      <w:spacing w:line="150" w:lineRule="atLeast"/>
      <w:jc w:val="center"/>
    </w:pPr>
    <w:rPr>
      <w:b/>
      <w:bCs/>
    </w:rPr>
  </w:style>
  <w:style w:type="paragraph" w:styleId="aa">
    <w:name w:val="Normal (Web)"/>
    <w:basedOn w:val="a"/>
    <w:pPr>
      <w:spacing w:before="100" w:beforeAutospacing="1" w:after="100" w:afterAutospacing="1"/>
      <w:jc w:val="left"/>
    </w:pPr>
    <w:rPr>
      <w:sz w:val="24"/>
    </w:rPr>
  </w:style>
  <w:style w:type="paragraph" w:styleId="ab">
    <w:name w:val="annotation subject"/>
    <w:basedOn w:val="a4"/>
    <w:next w:val="a4"/>
    <w:link w:val="Char0"/>
    <w:rPr>
      <w:b/>
      <w:bCs/>
    </w:rPr>
  </w:style>
  <w:style w:type="character" w:customStyle="1" w:styleId="Char0">
    <w:name w:val="批注主题 Char"/>
    <w:link w:val="ab"/>
    <w:rPr>
      <w:b/>
      <w:bCs/>
      <w:sz w:val="21"/>
    </w:rPr>
  </w:style>
  <w:style w:type="table" w:styleId="ac">
    <w:name w:val="Table Grid"/>
    <w:basedOn w:val="a1"/>
    <w:uiPriority w:val="39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Theme"/>
    <w:basedOn w:val="a1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rPr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0">
    <w:name w:val="p0"/>
    <w:basedOn w:val="a"/>
    <w:pPr>
      <w:widowControl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230</Words>
  <Characters>1315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普通高等学校人文社会科学研究基地</dc:title>
  <dc:subject/>
  <dc:creator>cma</dc:creator>
  <cp:keywords/>
  <cp:lastModifiedBy>D</cp:lastModifiedBy>
  <cp:revision>2</cp:revision>
  <cp:lastPrinted>2024-01-18T02:31:00Z</cp:lastPrinted>
  <dcterms:created xsi:type="dcterms:W3CDTF">2024-02-06T10:20:00Z</dcterms:created>
  <dcterms:modified xsi:type="dcterms:W3CDTF">2024-02-06T10:20:00Z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4E8B3D8E36454D10B115B2B4A58F793C_13</vt:lpwstr>
  </property>
</Properties>
</file>